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1716"/>
        <w:gridCol w:w="159"/>
        <w:gridCol w:w="7764"/>
      </w:tblGrid>
      <w:tr w:rsidR="00022CCA" w:rsidTr="005A7201">
        <w:tc>
          <w:tcPr>
            <w:tcW w:w="1885" w:type="dxa"/>
            <w:gridSpan w:val="2"/>
            <w:shd w:val="clear" w:color="auto" w:fill="E6E6E6"/>
            <w:tcMar>
              <w:top w:w="28" w:type="dxa"/>
              <w:left w:w="57" w:type="dxa"/>
              <w:bottom w:w="28" w:type="dxa"/>
              <w:right w:w="57" w:type="dxa"/>
            </w:tcMar>
            <w:vAlign w:val="center"/>
          </w:tcPr>
          <w:p w:rsidR="00022CCA" w:rsidRPr="006D0E48" w:rsidRDefault="00022CCA" w:rsidP="00BA78AE">
            <w:r w:rsidRPr="005A7201">
              <w:rPr>
                <w:rFonts w:ascii="Arial" w:hAnsi="Arial" w:cs="Arial"/>
                <w:color w:val="808080"/>
                <w:sz w:val="18"/>
                <w:szCs w:val="18"/>
              </w:rPr>
              <w:t>Patient:</w:t>
            </w:r>
          </w:p>
        </w:tc>
        <w:tc>
          <w:tcPr>
            <w:tcW w:w="7868" w:type="dxa"/>
            <w:shd w:val="clear" w:color="auto" w:fill="E6E6E6"/>
            <w:tcMar>
              <w:top w:w="28" w:type="dxa"/>
              <w:left w:w="57" w:type="dxa"/>
              <w:bottom w:w="28" w:type="dxa"/>
              <w:right w:w="57" w:type="dxa"/>
            </w:tcMar>
            <w:vAlign w:val="center"/>
          </w:tcPr>
          <w:p w:rsidR="00022CCA" w:rsidRPr="005A7201" w:rsidRDefault="003238C7" w:rsidP="00BA78AE">
            <w:pPr>
              <w:rPr>
                <w:rFonts w:ascii="Arial" w:hAnsi="Arial" w:cs="Arial"/>
                <w:b/>
                <w:sz w:val="18"/>
                <w:szCs w:val="18"/>
              </w:rPr>
            </w:pPr>
            <w:r>
              <w:rPr>
                <w:rFonts w:ascii="Arial" w:hAnsi="Arial" w:cs="Arial"/>
                <w:b/>
                <w:sz w:val="18"/>
                <w:szCs w:val="18"/>
              </w:rPr>
              <w:t xml:space="preserve"> </w:t>
            </w:r>
          </w:p>
        </w:tc>
      </w:tr>
      <w:tr w:rsidR="00022CCA" w:rsidRPr="005A7201" w:rsidTr="005A7201">
        <w:tc>
          <w:tcPr>
            <w:tcW w:w="1885" w:type="dxa"/>
            <w:gridSpan w:val="2"/>
            <w:shd w:val="clear" w:color="auto" w:fill="E6E6E6"/>
            <w:tcMar>
              <w:top w:w="28" w:type="dxa"/>
              <w:left w:w="57" w:type="dxa"/>
              <w:bottom w:w="28" w:type="dxa"/>
              <w:right w:w="57" w:type="dxa"/>
            </w:tcMar>
            <w:vAlign w:val="center"/>
          </w:tcPr>
          <w:p w:rsidR="00022CCA" w:rsidRPr="005A7201" w:rsidRDefault="00022CCA" w:rsidP="00BA78AE">
            <w:pPr>
              <w:rPr>
                <w:sz w:val="18"/>
                <w:szCs w:val="18"/>
              </w:rPr>
            </w:pPr>
            <w:r w:rsidRPr="005A7201">
              <w:rPr>
                <w:rFonts w:ascii="Arial" w:hAnsi="Arial" w:cs="Arial"/>
                <w:color w:val="808080"/>
                <w:sz w:val="18"/>
                <w:szCs w:val="18"/>
              </w:rPr>
              <w:t>Date of Birth:</w:t>
            </w:r>
          </w:p>
        </w:tc>
        <w:tc>
          <w:tcPr>
            <w:tcW w:w="7868" w:type="dxa"/>
            <w:shd w:val="clear" w:color="auto" w:fill="E6E6E6"/>
            <w:tcMar>
              <w:top w:w="28" w:type="dxa"/>
              <w:left w:w="57" w:type="dxa"/>
              <w:bottom w:w="28" w:type="dxa"/>
              <w:right w:w="57" w:type="dxa"/>
            </w:tcMar>
            <w:vAlign w:val="center"/>
          </w:tcPr>
          <w:p w:rsidR="00022CCA" w:rsidRPr="005A7201" w:rsidRDefault="003238C7" w:rsidP="00247569">
            <w:pPr>
              <w:rPr>
                <w:sz w:val="18"/>
                <w:szCs w:val="18"/>
              </w:rPr>
            </w:pPr>
            <w:r>
              <w:rPr>
                <w:rFonts w:ascii="Arial" w:hAnsi="Arial" w:cs="Arial"/>
                <w:sz w:val="18"/>
                <w:szCs w:val="18"/>
              </w:rPr>
              <w:t xml:space="preserve">                      </w:t>
            </w:r>
            <w:r w:rsidR="00022CCA" w:rsidRPr="005A7201">
              <w:rPr>
                <w:rFonts w:ascii="Arial" w:hAnsi="Arial" w:cs="Arial"/>
                <w:sz w:val="18"/>
                <w:szCs w:val="18"/>
              </w:rPr>
              <w:t xml:space="preserve">      </w:t>
            </w:r>
            <w:r w:rsidR="00022CCA" w:rsidRPr="005A7201">
              <w:rPr>
                <w:rFonts w:ascii="Arial" w:hAnsi="Arial" w:cs="Arial"/>
                <w:color w:val="808080"/>
                <w:sz w:val="18"/>
                <w:szCs w:val="18"/>
              </w:rPr>
              <w:t>Age:</w:t>
            </w:r>
            <w:r w:rsidR="00022CCA" w:rsidRPr="005A7201">
              <w:rPr>
                <w:rFonts w:ascii="Arial" w:hAnsi="Arial" w:cs="Arial"/>
                <w:sz w:val="18"/>
                <w:szCs w:val="18"/>
              </w:rPr>
              <w:t xml:space="preserve"> </w:t>
            </w:r>
            <w:r w:rsidR="00247569">
              <w:rPr>
                <w:rFonts w:ascii="Arial" w:hAnsi="Arial" w:cs="Arial"/>
                <w:sz w:val="18"/>
                <w:szCs w:val="18"/>
              </w:rPr>
              <w:t>45</w:t>
            </w:r>
          </w:p>
        </w:tc>
      </w:tr>
      <w:tr w:rsidR="00022CCA" w:rsidRPr="005A7201" w:rsidTr="005A7201">
        <w:tc>
          <w:tcPr>
            <w:tcW w:w="1885" w:type="dxa"/>
            <w:gridSpan w:val="2"/>
            <w:shd w:val="clear" w:color="auto" w:fill="E6E6E6"/>
            <w:tcMar>
              <w:top w:w="28" w:type="dxa"/>
              <w:left w:w="57" w:type="dxa"/>
              <w:bottom w:w="28" w:type="dxa"/>
              <w:right w:w="57" w:type="dxa"/>
            </w:tcMar>
            <w:vAlign w:val="center"/>
          </w:tcPr>
          <w:p w:rsidR="00022CCA" w:rsidRPr="005A7201" w:rsidRDefault="00E00E93" w:rsidP="00BA78AE">
            <w:pPr>
              <w:rPr>
                <w:rFonts w:ascii="Arial" w:hAnsi="Arial" w:cs="Arial"/>
                <w:color w:val="808080"/>
                <w:sz w:val="18"/>
                <w:szCs w:val="18"/>
              </w:rPr>
            </w:pPr>
            <w:r w:rsidRPr="005A7201">
              <w:rPr>
                <w:rFonts w:ascii="Arial" w:hAnsi="Arial" w:cs="Arial"/>
                <w:color w:val="808080"/>
                <w:sz w:val="18"/>
                <w:szCs w:val="18"/>
              </w:rPr>
              <w:t>District Number:</w:t>
            </w:r>
          </w:p>
        </w:tc>
        <w:tc>
          <w:tcPr>
            <w:tcW w:w="7868" w:type="dxa"/>
            <w:shd w:val="clear" w:color="auto" w:fill="E6E6E6"/>
            <w:tcMar>
              <w:top w:w="28" w:type="dxa"/>
              <w:left w:w="57" w:type="dxa"/>
              <w:bottom w:w="28" w:type="dxa"/>
              <w:right w:w="57" w:type="dxa"/>
            </w:tcMar>
            <w:vAlign w:val="center"/>
          </w:tcPr>
          <w:p w:rsidR="00022CCA" w:rsidRPr="005A7201" w:rsidRDefault="003238C7" w:rsidP="00BA78AE">
            <w:pPr>
              <w:rPr>
                <w:rFonts w:ascii="Arial" w:hAnsi="Arial" w:cs="Arial"/>
                <w:sz w:val="18"/>
                <w:szCs w:val="18"/>
                <w:highlight w:val="yellow"/>
              </w:rPr>
            </w:pPr>
            <w:r>
              <w:rPr>
                <w:rFonts w:ascii="Arial" w:hAnsi="Arial" w:cs="Arial"/>
                <w:sz w:val="18"/>
                <w:szCs w:val="18"/>
              </w:rPr>
              <w:t xml:space="preserve"> </w:t>
            </w:r>
          </w:p>
        </w:tc>
      </w:tr>
      <w:tr w:rsidR="00E00E93" w:rsidRPr="005A7201" w:rsidTr="005A7201">
        <w:tc>
          <w:tcPr>
            <w:tcW w:w="1885" w:type="dxa"/>
            <w:gridSpan w:val="2"/>
            <w:shd w:val="clear" w:color="auto" w:fill="auto"/>
            <w:tcMar>
              <w:top w:w="28" w:type="dxa"/>
              <w:left w:w="57" w:type="dxa"/>
              <w:bottom w:w="28" w:type="dxa"/>
              <w:right w:w="57" w:type="dxa"/>
            </w:tcMar>
            <w:vAlign w:val="center"/>
          </w:tcPr>
          <w:p w:rsidR="00E00E93" w:rsidRPr="005A7201" w:rsidRDefault="00E00E93" w:rsidP="005A7201">
            <w:pPr>
              <w:rPr>
                <w:rFonts w:ascii="Arial" w:hAnsi="Arial" w:cs="Arial"/>
                <w:color w:val="808080"/>
                <w:sz w:val="18"/>
                <w:szCs w:val="18"/>
              </w:rPr>
            </w:pPr>
            <w:r w:rsidRPr="005A7201">
              <w:rPr>
                <w:rFonts w:ascii="Arial" w:hAnsi="Arial" w:cs="Arial"/>
                <w:color w:val="808080"/>
                <w:sz w:val="18"/>
                <w:szCs w:val="18"/>
              </w:rPr>
              <w:t>Date of Scan:</w:t>
            </w:r>
          </w:p>
        </w:tc>
        <w:tc>
          <w:tcPr>
            <w:tcW w:w="7868" w:type="dxa"/>
            <w:shd w:val="clear" w:color="auto" w:fill="auto"/>
            <w:tcMar>
              <w:top w:w="28" w:type="dxa"/>
              <w:left w:w="57" w:type="dxa"/>
              <w:bottom w:w="28" w:type="dxa"/>
              <w:right w:w="57" w:type="dxa"/>
            </w:tcMar>
            <w:vAlign w:val="center"/>
          </w:tcPr>
          <w:p w:rsidR="00E00E93" w:rsidRPr="005A7201" w:rsidRDefault="00E00E93" w:rsidP="005A7201">
            <w:pPr>
              <w:rPr>
                <w:rFonts w:ascii="Arial" w:hAnsi="Arial" w:cs="Arial"/>
                <w:sz w:val="18"/>
                <w:szCs w:val="18"/>
                <w:highlight w:val="yellow"/>
              </w:rPr>
            </w:pPr>
            <w:r w:rsidRPr="005A7201">
              <w:rPr>
                <w:rFonts w:ascii="Arial" w:hAnsi="Arial" w:cs="Arial"/>
                <w:sz w:val="18"/>
                <w:szCs w:val="18"/>
              </w:rPr>
              <w:fldChar w:fldCharType="begin"/>
            </w:r>
            <w:r w:rsidRPr="005A7201">
              <w:rPr>
                <w:rFonts w:ascii="Arial" w:hAnsi="Arial" w:cs="Arial"/>
                <w:sz w:val="18"/>
                <w:szCs w:val="18"/>
              </w:rPr>
              <w:instrText xml:space="preserve"> CREATEDATE \@ "dddd, d MMMM yyyy" \* MERGEFORMAT </w:instrText>
            </w:r>
            <w:r w:rsidRPr="005A7201">
              <w:rPr>
                <w:rFonts w:ascii="Arial" w:hAnsi="Arial" w:cs="Arial"/>
                <w:sz w:val="18"/>
                <w:szCs w:val="18"/>
              </w:rPr>
              <w:fldChar w:fldCharType="separate"/>
            </w:r>
            <w:r w:rsidR="00247569">
              <w:rPr>
                <w:rFonts w:ascii="Arial" w:hAnsi="Arial" w:cs="Arial"/>
                <w:noProof/>
                <w:sz w:val="18"/>
                <w:szCs w:val="18"/>
              </w:rPr>
              <w:t>Monday, 27 July 2020</w:t>
            </w:r>
            <w:r w:rsidRPr="005A7201">
              <w:rPr>
                <w:rFonts w:ascii="Arial" w:hAnsi="Arial" w:cs="Arial"/>
                <w:sz w:val="18"/>
                <w:szCs w:val="18"/>
              </w:rPr>
              <w:fldChar w:fldCharType="end"/>
            </w:r>
          </w:p>
        </w:tc>
      </w:tr>
      <w:tr w:rsidR="00E00E93" w:rsidRPr="005A7201" w:rsidTr="005A7201">
        <w:tc>
          <w:tcPr>
            <w:tcW w:w="1885" w:type="dxa"/>
            <w:gridSpan w:val="2"/>
            <w:shd w:val="clear" w:color="auto" w:fill="auto"/>
            <w:tcMar>
              <w:top w:w="28" w:type="dxa"/>
              <w:left w:w="57" w:type="dxa"/>
              <w:bottom w:w="28" w:type="dxa"/>
              <w:right w:w="57" w:type="dxa"/>
            </w:tcMar>
            <w:vAlign w:val="center"/>
          </w:tcPr>
          <w:p w:rsidR="00E00E93" w:rsidRPr="005A7201" w:rsidRDefault="00E00E93" w:rsidP="005A7201">
            <w:pPr>
              <w:rPr>
                <w:rFonts w:ascii="Arial" w:hAnsi="Arial" w:cs="Arial"/>
                <w:color w:val="808080"/>
                <w:sz w:val="18"/>
                <w:szCs w:val="18"/>
              </w:rPr>
            </w:pPr>
            <w:r w:rsidRPr="005A7201">
              <w:rPr>
                <w:rFonts w:ascii="Arial" w:hAnsi="Arial" w:cs="Arial"/>
                <w:color w:val="808080"/>
                <w:sz w:val="18"/>
                <w:szCs w:val="18"/>
              </w:rPr>
              <w:t>Referring Doctor:</w:t>
            </w:r>
          </w:p>
        </w:tc>
        <w:tc>
          <w:tcPr>
            <w:tcW w:w="7868" w:type="dxa"/>
            <w:shd w:val="clear" w:color="auto" w:fill="auto"/>
            <w:tcMar>
              <w:top w:w="28" w:type="dxa"/>
              <w:left w:w="57" w:type="dxa"/>
              <w:bottom w:w="28" w:type="dxa"/>
              <w:right w:w="57" w:type="dxa"/>
            </w:tcMar>
            <w:vAlign w:val="center"/>
          </w:tcPr>
          <w:p w:rsidR="00E00E93" w:rsidRPr="005A7201" w:rsidRDefault="003238C7" w:rsidP="005A7201">
            <w:pPr>
              <w:rPr>
                <w:rFonts w:ascii="Arial" w:hAnsi="Arial" w:cs="Arial"/>
                <w:sz w:val="18"/>
                <w:szCs w:val="18"/>
              </w:rPr>
            </w:pPr>
            <w:r>
              <w:rPr>
                <w:rFonts w:ascii="Arial" w:hAnsi="Arial" w:cs="Arial"/>
                <w:sz w:val="18"/>
                <w:szCs w:val="18"/>
              </w:rPr>
              <w:t xml:space="preserve"> </w:t>
            </w:r>
            <w:bookmarkStart w:id="0" w:name="_GoBack"/>
            <w:bookmarkEnd w:id="0"/>
          </w:p>
        </w:tc>
      </w:tr>
      <w:tr w:rsidR="00E00E93" w:rsidRPr="005A7201" w:rsidTr="005A7201">
        <w:tc>
          <w:tcPr>
            <w:tcW w:w="1885" w:type="dxa"/>
            <w:gridSpan w:val="2"/>
            <w:shd w:val="clear" w:color="auto" w:fill="auto"/>
            <w:tcMar>
              <w:top w:w="28" w:type="dxa"/>
              <w:left w:w="57" w:type="dxa"/>
              <w:bottom w:w="28" w:type="dxa"/>
              <w:right w:w="57" w:type="dxa"/>
            </w:tcMar>
            <w:vAlign w:val="center"/>
          </w:tcPr>
          <w:p w:rsidR="00E00E93" w:rsidRPr="005A7201" w:rsidRDefault="00E00E93" w:rsidP="00BA78AE">
            <w:pPr>
              <w:rPr>
                <w:rFonts w:ascii="Arial" w:hAnsi="Arial" w:cs="Arial"/>
                <w:color w:val="808080"/>
                <w:sz w:val="18"/>
                <w:szCs w:val="18"/>
              </w:rPr>
            </w:pPr>
            <w:r w:rsidRPr="005A7201">
              <w:rPr>
                <w:rFonts w:ascii="Arial" w:hAnsi="Arial" w:cs="Arial"/>
                <w:color w:val="808080"/>
                <w:sz w:val="18"/>
                <w:szCs w:val="18"/>
              </w:rPr>
              <w:t>Indications:</w:t>
            </w:r>
          </w:p>
        </w:tc>
        <w:tc>
          <w:tcPr>
            <w:tcW w:w="7868" w:type="dxa"/>
            <w:vMerge w:val="restart"/>
            <w:shd w:val="clear" w:color="auto" w:fill="auto"/>
            <w:tcMar>
              <w:top w:w="28" w:type="dxa"/>
              <w:left w:w="57" w:type="dxa"/>
              <w:bottom w:w="28" w:type="dxa"/>
              <w:right w:w="57" w:type="dxa"/>
            </w:tcMar>
          </w:tcPr>
          <w:p w:rsidR="00E00E93" w:rsidRPr="005A7201" w:rsidRDefault="00247569" w:rsidP="00BA78AE">
            <w:pPr>
              <w:rPr>
                <w:rFonts w:ascii="Arial" w:hAnsi="Arial" w:cs="Arial"/>
                <w:sz w:val="18"/>
                <w:szCs w:val="18"/>
              </w:rPr>
            </w:pPr>
            <w:r>
              <w:rPr>
                <w:rFonts w:ascii="Arial" w:hAnsi="Arial" w:cs="Arial"/>
                <w:sz w:val="18"/>
                <w:szCs w:val="18"/>
              </w:rPr>
              <w:t xml:space="preserve">Referred urgently by GP – mottling and pain left leg. Probably post thrombotic syndrome after DVTs in past. On </w:t>
            </w:r>
            <w:proofErr w:type="spellStart"/>
            <w:r>
              <w:rPr>
                <w:rFonts w:ascii="Arial" w:hAnsi="Arial" w:cs="Arial"/>
                <w:sz w:val="18"/>
                <w:szCs w:val="18"/>
              </w:rPr>
              <w:t>anticoag</w:t>
            </w:r>
            <w:proofErr w:type="spellEnd"/>
            <w:r>
              <w:rPr>
                <w:rFonts w:ascii="Arial" w:hAnsi="Arial" w:cs="Arial"/>
                <w:sz w:val="18"/>
                <w:szCs w:val="18"/>
              </w:rPr>
              <w:t xml:space="preserve"> and using CH, please assess and ask me to review in lab,</w:t>
            </w:r>
          </w:p>
        </w:tc>
      </w:tr>
      <w:tr w:rsidR="00E00E93" w:rsidRPr="005A7201" w:rsidTr="005A7201">
        <w:tc>
          <w:tcPr>
            <w:tcW w:w="1885" w:type="dxa"/>
            <w:gridSpan w:val="2"/>
            <w:shd w:val="clear" w:color="auto" w:fill="auto"/>
            <w:tcMar>
              <w:top w:w="28" w:type="dxa"/>
              <w:left w:w="57" w:type="dxa"/>
              <w:bottom w:w="28" w:type="dxa"/>
              <w:right w:w="57" w:type="dxa"/>
            </w:tcMar>
            <w:vAlign w:val="center"/>
          </w:tcPr>
          <w:p w:rsidR="00E00E93" w:rsidRPr="005A7201" w:rsidRDefault="00E00E93" w:rsidP="00BA78AE">
            <w:pPr>
              <w:rPr>
                <w:rFonts w:ascii="Arial" w:hAnsi="Arial" w:cs="Arial"/>
                <w:color w:val="808080"/>
                <w:sz w:val="20"/>
                <w:szCs w:val="20"/>
              </w:rPr>
            </w:pPr>
          </w:p>
        </w:tc>
        <w:tc>
          <w:tcPr>
            <w:tcW w:w="7868" w:type="dxa"/>
            <w:vMerge/>
            <w:shd w:val="clear" w:color="auto" w:fill="auto"/>
            <w:tcMar>
              <w:top w:w="28" w:type="dxa"/>
              <w:left w:w="57" w:type="dxa"/>
              <w:bottom w:w="28" w:type="dxa"/>
              <w:right w:w="57" w:type="dxa"/>
            </w:tcMar>
            <w:vAlign w:val="center"/>
          </w:tcPr>
          <w:p w:rsidR="00E00E93" w:rsidRPr="005A7201" w:rsidRDefault="00E00E93" w:rsidP="00BA78AE">
            <w:pPr>
              <w:rPr>
                <w:rFonts w:ascii="Arial" w:hAnsi="Arial" w:cs="Arial"/>
                <w:sz w:val="18"/>
                <w:szCs w:val="18"/>
                <w:highlight w:val="yellow"/>
              </w:rPr>
            </w:pPr>
          </w:p>
        </w:tc>
      </w:tr>
      <w:tr w:rsidR="00E00E93" w:rsidRPr="005A7201" w:rsidTr="005A7201">
        <w:tc>
          <w:tcPr>
            <w:tcW w:w="9753" w:type="dxa"/>
            <w:gridSpan w:val="3"/>
            <w:shd w:val="clear" w:color="auto" w:fill="E6E6E6"/>
            <w:tcMar>
              <w:top w:w="28" w:type="dxa"/>
              <w:left w:w="57" w:type="dxa"/>
              <w:bottom w:w="28" w:type="dxa"/>
              <w:right w:w="57" w:type="dxa"/>
            </w:tcMar>
          </w:tcPr>
          <w:p w:rsidR="00E00E93" w:rsidRPr="005A7201" w:rsidRDefault="00E00E93" w:rsidP="005A7201">
            <w:pPr>
              <w:tabs>
                <w:tab w:val="left" w:pos="2127"/>
              </w:tabs>
              <w:jc w:val="center"/>
              <w:rPr>
                <w:rFonts w:ascii="Arial" w:hAnsi="Arial" w:cs="Arial"/>
                <w:b/>
                <w:bCs/>
                <w:sz w:val="18"/>
                <w:szCs w:val="20"/>
              </w:rPr>
            </w:pPr>
            <w:r w:rsidRPr="005A7201">
              <w:rPr>
                <w:rFonts w:ascii="Arial" w:hAnsi="Arial"/>
                <w:b/>
                <w:bCs/>
                <w:sz w:val="18"/>
                <w:szCs w:val="20"/>
              </w:rPr>
              <w:t>Left Lower Extremity Venous Duplex</w:t>
            </w:r>
          </w:p>
        </w:tc>
      </w:tr>
      <w:tr w:rsidR="00E00E93" w:rsidRPr="005A7201" w:rsidTr="005A7201">
        <w:trPr>
          <w:trHeight w:val="7938"/>
        </w:trPr>
        <w:tc>
          <w:tcPr>
            <w:tcW w:w="9753" w:type="dxa"/>
            <w:gridSpan w:val="3"/>
            <w:shd w:val="clear" w:color="auto" w:fill="auto"/>
            <w:tcMar>
              <w:top w:w="28" w:type="dxa"/>
              <w:left w:w="57" w:type="dxa"/>
              <w:bottom w:w="28" w:type="dxa"/>
              <w:right w:w="57" w:type="dxa"/>
            </w:tcMar>
          </w:tcPr>
          <w:p w:rsidR="00E00E93" w:rsidRPr="005A7201" w:rsidRDefault="00670343" w:rsidP="005A7201">
            <w:pPr>
              <w:tabs>
                <w:tab w:val="left" w:pos="2127"/>
              </w:tabs>
              <w:rPr>
                <w:rFonts w:ascii="Arial" w:hAnsi="Arial"/>
                <w:b/>
                <w:bCs/>
                <w:sz w:val="18"/>
                <w:szCs w:val="20"/>
              </w:rPr>
            </w:pPr>
            <w:r>
              <w:rPr>
                <w:rFonts w:ascii="Arial" w:hAnsi="Arial"/>
                <w:b/>
                <w:bCs/>
                <w:noProof/>
                <w:sz w:val="18"/>
                <w:szCs w:val="20"/>
                <w:lang w:val="en-GB" w:eastAsia="en-GB"/>
              </w:rPr>
              <mc:AlternateContent>
                <mc:Choice Requires="wps">
                  <w:drawing>
                    <wp:anchor distT="0" distB="0" distL="114300" distR="114300" simplePos="0" relativeHeight="251664384" behindDoc="0" locked="0" layoutInCell="1" allowOverlap="1">
                      <wp:simplePos x="0" y="0"/>
                      <wp:positionH relativeFrom="column">
                        <wp:posOffset>1731645</wp:posOffset>
                      </wp:positionH>
                      <wp:positionV relativeFrom="paragraph">
                        <wp:posOffset>132715</wp:posOffset>
                      </wp:positionV>
                      <wp:extent cx="886460" cy="1643380"/>
                      <wp:effectExtent l="41910" t="40005" r="43180" b="40640"/>
                      <wp:wrapNone/>
                      <wp:docPr id="59" name="Freeform 5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6460" cy="1643380"/>
                              </a:xfrm>
                              <a:custGeom>
                                <a:avLst/>
                                <a:gdLst>
                                  <a:gd name="T0" fmla="*/ 0 w 1396"/>
                                  <a:gd name="T1" fmla="*/ 0 h 2588"/>
                                  <a:gd name="T2" fmla="*/ 473 w 1396"/>
                                  <a:gd name="T3" fmla="*/ 550 h 2588"/>
                                  <a:gd name="T4" fmla="*/ 874 w 1396"/>
                                  <a:gd name="T5" fmla="*/ 1246 h 2588"/>
                                  <a:gd name="T6" fmla="*/ 1396 w 1396"/>
                                  <a:gd name="T7" fmla="*/ 2588 h 2588"/>
                                </a:gdLst>
                                <a:ahLst/>
                                <a:cxnLst>
                                  <a:cxn ang="0">
                                    <a:pos x="T0" y="T1"/>
                                  </a:cxn>
                                  <a:cxn ang="0">
                                    <a:pos x="T2" y="T3"/>
                                  </a:cxn>
                                  <a:cxn ang="0">
                                    <a:pos x="T4" y="T5"/>
                                  </a:cxn>
                                  <a:cxn ang="0">
                                    <a:pos x="T6" y="T7"/>
                                  </a:cxn>
                                </a:cxnLst>
                                <a:rect l="0" t="0" r="r" b="b"/>
                                <a:pathLst>
                                  <a:path w="1396" h="2588">
                                    <a:moveTo>
                                      <a:pt x="0" y="0"/>
                                    </a:moveTo>
                                    <a:cubicBezTo>
                                      <a:pt x="80" y="92"/>
                                      <a:pt x="327" y="342"/>
                                      <a:pt x="473" y="550"/>
                                    </a:cubicBezTo>
                                    <a:cubicBezTo>
                                      <a:pt x="619" y="758"/>
                                      <a:pt x="720" y="906"/>
                                      <a:pt x="874" y="1246"/>
                                    </a:cubicBezTo>
                                    <a:cubicBezTo>
                                      <a:pt x="1028" y="1586"/>
                                      <a:pt x="1287" y="2308"/>
                                      <a:pt x="1396" y="2588"/>
                                    </a:cubicBezTo>
                                  </a:path>
                                </a:pathLst>
                              </a:custGeom>
                              <a:noFill/>
                              <a:ln w="7620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44A1AF" id="Freeform 555" o:spid="_x0000_s1026" style="position:absolute;margin-left:136.35pt;margin-top:10.45pt;width:69.8pt;height:12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96,25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" path="m,c80,92,327,342,473,550v146,208,247,356,401,696c1028,1586,1287,2308,1396,2588e" filled="f" strokecolor="red" strokeweight="6pt">
                      <v:path arrowok="t" o:connecttype="custom" o:connectlocs="0,0;300355,349250;554990,791210;886460,1643380" o:connectangles="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1552" behindDoc="0" locked="0" layoutInCell="1" allowOverlap="1">
                      <wp:simplePos x="0" y="0"/>
                      <wp:positionH relativeFrom="column">
                        <wp:posOffset>1720215</wp:posOffset>
                      </wp:positionH>
                      <wp:positionV relativeFrom="paragraph">
                        <wp:posOffset>172085</wp:posOffset>
                      </wp:positionV>
                      <wp:extent cx="156845" cy="190500"/>
                      <wp:effectExtent l="30480" t="31750" r="12700" b="25400"/>
                      <wp:wrapNone/>
                      <wp:docPr id="58" name="Freeform 5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6845" cy="190500"/>
                              </a:xfrm>
                              <a:custGeom>
                                <a:avLst/>
                                <a:gdLst>
                                  <a:gd name="T0" fmla="*/ 0 w 247"/>
                                  <a:gd name="T1" fmla="*/ 0 h 300"/>
                                  <a:gd name="T2" fmla="*/ 132 w 247"/>
                                  <a:gd name="T3" fmla="*/ 80 h 300"/>
                                  <a:gd name="T4" fmla="*/ 220 w 247"/>
                                  <a:gd name="T5" fmla="*/ 177 h 300"/>
                                  <a:gd name="T6" fmla="*/ 247 w 247"/>
                                  <a:gd name="T7" fmla="*/ 239 h 300"/>
                                  <a:gd name="T8" fmla="*/ 247 w 247"/>
                                  <a:gd name="T9" fmla="*/ 300 h 300"/>
                                  <a:gd name="T10" fmla="*/ 0 w 247"/>
                                  <a:gd name="T11" fmla="*/ 0 h 300"/>
                                </a:gdLst>
                                <a:ahLst/>
                                <a:cxnLst>
                                  <a:cxn ang="0">
                                    <a:pos x="T0" y="T1"/>
                                  </a:cxn>
                                  <a:cxn ang="0">
                                    <a:pos x="T2" y="T3"/>
                                  </a:cxn>
                                  <a:cxn ang="0">
                                    <a:pos x="T4" y="T5"/>
                                  </a:cxn>
                                  <a:cxn ang="0">
                                    <a:pos x="T6" y="T7"/>
                                  </a:cxn>
                                  <a:cxn ang="0">
                                    <a:pos x="T8" y="T9"/>
                                  </a:cxn>
                                  <a:cxn ang="0">
                                    <a:pos x="T10" y="T11"/>
                                  </a:cxn>
                                </a:cxnLst>
                                <a:rect l="0" t="0" r="r" b="b"/>
                                <a:pathLst>
                                  <a:path w="247" h="300">
                                    <a:moveTo>
                                      <a:pt x="0" y="0"/>
                                    </a:moveTo>
                                    <a:lnTo>
                                      <a:pt x="132" y="80"/>
                                    </a:lnTo>
                                    <a:lnTo>
                                      <a:pt x="220" y="177"/>
                                    </a:lnTo>
                                    <a:lnTo>
                                      <a:pt x="247" y="239"/>
                                    </a:lnTo>
                                    <a:lnTo>
                                      <a:pt x="247" y="300"/>
                                    </a:lnTo>
                                    <a:lnTo>
                                      <a:pt x="0" y="0"/>
                                    </a:lnTo>
                                    <a:close/>
                                  </a:path>
                                </a:pathLst>
                              </a:custGeom>
                              <a:solidFill>
                                <a:schemeClr val="tx1">
                                  <a:lumMod val="100000"/>
                                  <a:lumOff val="0"/>
                                </a:schemeClr>
                              </a:solidFill>
                              <a:ln w="9525">
                                <a:solidFill>
                                  <a:schemeClr val="tx1">
                                    <a:lumMod val="100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943EC2" id="Freeform 564" o:spid="_x0000_s1026" style="position:absolute;margin-left:135.45pt;margin-top:13.55pt;width:12.35pt;height: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7,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" path="m,l132,80r88,97l247,239r,61l,xe" fillcolor="black [3213]" strokecolor="black [3213]">
                      <v:path arrowok="t" o:connecttype="custom" o:connectlocs="0,0;83820,50800;139700,112395;156845,151765;156845,190500;0,0" o:connectangles="0,0,0,0,0,0"/>
                    </v:shape>
                  </w:pict>
                </mc:Fallback>
              </mc:AlternateContent>
            </w:r>
            <w:r w:rsidRPr="005A7201">
              <w:rPr>
                <w:rFonts w:ascii="Arial" w:hAnsi="Arial"/>
                <w:b/>
                <w:bCs/>
                <w:noProof/>
                <w:sz w:val="18"/>
                <w:szCs w:val="20"/>
                <w:lang w:val="en-GB" w:eastAsia="en-GB"/>
              </w:rPr>
              <mc:AlternateContent>
                <mc:Choice Requires="wps">
                  <w:drawing>
                    <wp:anchor distT="0" distB="0" distL="114300" distR="114300" simplePos="0" relativeHeight="251659264" behindDoc="0" locked="0" layoutInCell="1" allowOverlap="1">
                      <wp:simplePos x="0" y="0"/>
                      <wp:positionH relativeFrom="column">
                        <wp:posOffset>1404620</wp:posOffset>
                      </wp:positionH>
                      <wp:positionV relativeFrom="paragraph">
                        <wp:posOffset>327025</wp:posOffset>
                      </wp:positionV>
                      <wp:extent cx="306070" cy="152400"/>
                      <wp:effectExtent l="635" t="5715" r="7620" b="3810"/>
                      <wp:wrapNone/>
                      <wp:docPr id="57" name="Text Box 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E00E93" w:rsidRPr="004E4B01" w:rsidRDefault="00670343" w:rsidP="00F17A14">
                                  <w:pPr>
                                    <w:jc w:val="center"/>
                                  </w:pPr>
                                  <w:r>
                                    <w:rPr>
                                      <w:rFonts w:ascii="Arial" w:hAnsi="Arial" w:cs="Arial"/>
                                      <w:sz w:val="16"/>
                                      <w:szCs w:val="16"/>
                                    </w:rPr>
                                    <w:t>IV</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50" o:spid="_x0000_s1026" type="#_x0000_t202" style="position:absolute;margin-left:110.6pt;margin-top:25.75pt;width:24.1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" fillcolor="#36f" stroked="f" strokecolor="#36f" strokeweight=".25pt">
                      <v:fill opacity="13107f"/>
                      <v:stroke dashstyle="1 1"/>
                      <v:textbox inset=".5mm,.5mm,.5mm,.5mm">
                        <w:txbxContent>
                          <w:p w:rsidR="00E00E93" w:rsidRPr="004E4B01" w:rsidRDefault="00670343" w:rsidP="00F17A14">
                            <w:pPr>
                              <w:jc w:val="center"/>
                            </w:pPr>
                            <w:r>
                              <w:rPr>
                                <w:rFonts w:ascii="Arial" w:hAnsi="Arial" w:cs="Arial"/>
                                <w:sz w:val="16"/>
                                <w:szCs w:val="16"/>
                              </w:rPr>
                              <w:t>IV</w:t>
                            </w:r>
                          </w:p>
                        </w:txbxContent>
                      </v:textbox>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0528" behindDoc="0" locked="0" layoutInCell="1" allowOverlap="1">
                      <wp:simplePos x="0" y="0"/>
                      <wp:positionH relativeFrom="column">
                        <wp:posOffset>2470150</wp:posOffset>
                      </wp:positionH>
                      <wp:positionV relativeFrom="paragraph">
                        <wp:posOffset>1046480</wp:posOffset>
                      </wp:positionV>
                      <wp:extent cx="306070" cy="152400"/>
                      <wp:effectExtent l="8890" t="1270" r="8890" b="8255"/>
                      <wp:wrapNone/>
                      <wp:docPr id="56" name="Text Box 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670343" w:rsidRPr="004E4B01" w:rsidRDefault="00670343" w:rsidP="00670343">
                                  <w:pPr>
                                    <w:jc w:val="center"/>
                                  </w:pPr>
                                  <w:r>
                                    <w:rPr>
                                      <w:rFonts w:ascii="Arial" w:hAnsi="Arial" w:cs="Arial"/>
                                      <w:sz w:val="16"/>
                                      <w:szCs w:val="16"/>
                                    </w:rPr>
                                    <w:t>IV</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1" o:spid="_x0000_s1027" type="#_x0000_t202" style="position:absolute;margin-left:194.5pt;margin-top:82.4pt;width:24.1pt;height: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" fillcolor="#36f" stroked="f" strokecolor="#36f" strokeweight=".25pt">
                      <v:fill opacity="13107f"/>
                      <v:stroke dashstyle="1 1"/>
                      <v:textbox inset=".5mm,.5mm,.5mm,.5mm">
                        <w:txbxContent>
                          <w:p w:rsidR="00670343" w:rsidRPr="004E4B01" w:rsidRDefault="00670343" w:rsidP="00670343">
                            <w:pPr>
                              <w:jc w:val="center"/>
                            </w:pPr>
                            <w:r>
                              <w:rPr>
                                <w:rFonts w:ascii="Arial" w:hAnsi="Arial" w:cs="Arial"/>
                                <w:sz w:val="16"/>
                                <w:szCs w:val="16"/>
                              </w:rPr>
                              <w:t>IV</w:t>
                            </w:r>
                          </w:p>
                        </w:txbxContent>
                      </v:textbox>
                    </v:shape>
                  </w:pict>
                </mc:Fallback>
              </mc:AlternateContent>
            </w:r>
            <w:r w:rsidRPr="005A7201">
              <w:rPr>
                <w:rFonts w:ascii="Arial" w:hAnsi="Arial"/>
                <w:b/>
                <w:bCs/>
                <w:noProof/>
                <w:sz w:val="18"/>
                <w:szCs w:val="20"/>
                <w:lang w:val="en-GB" w:eastAsia="en-GB"/>
              </w:rPr>
              <mc:AlternateContent>
                <mc:Choice Requires="wps">
                  <w:drawing>
                    <wp:anchor distT="0" distB="0" distL="114300" distR="114300" simplePos="0" relativeHeight="251660288" behindDoc="0" locked="0" layoutInCell="1" allowOverlap="1">
                      <wp:simplePos x="0" y="0"/>
                      <wp:positionH relativeFrom="column">
                        <wp:posOffset>2093595</wp:posOffset>
                      </wp:positionH>
                      <wp:positionV relativeFrom="paragraph">
                        <wp:posOffset>1696085</wp:posOffset>
                      </wp:positionV>
                      <wp:extent cx="306070" cy="152400"/>
                      <wp:effectExtent l="3810" t="3175" r="4445" b="6350"/>
                      <wp:wrapNone/>
                      <wp:docPr id="55" name="Text Box 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E00E93" w:rsidRPr="004E4B01" w:rsidRDefault="00670343" w:rsidP="00F17A14">
                                  <w:pPr>
                                    <w:jc w:val="center"/>
                                  </w:pPr>
                                  <w:r>
                                    <w:rPr>
                                      <w:rFonts w:ascii="Arial" w:hAnsi="Arial" w:cs="Arial"/>
                                      <w:sz w:val="16"/>
                                      <w:szCs w:val="16"/>
                                    </w:rPr>
                                    <w:t>IV</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51" o:spid="_x0000_s1028" type="#_x0000_t202" style="position:absolute;margin-left:164.85pt;margin-top:133.55pt;width:24.1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" fillcolor="#36f" stroked="f" strokecolor="#36f" strokeweight=".25pt">
                      <v:fill opacity="13107f"/>
                      <v:stroke dashstyle="1 1"/>
                      <v:textbox inset=".5mm,.5mm,.5mm,.5mm">
                        <w:txbxContent>
                          <w:p w:rsidR="00E00E93" w:rsidRPr="004E4B01" w:rsidRDefault="00670343" w:rsidP="00F17A14">
                            <w:pPr>
                              <w:jc w:val="center"/>
                            </w:pPr>
                            <w:r>
                              <w:rPr>
                                <w:rFonts w:ascii="Arial" w:hAnsi="Arial" w:cs="Arial"/>
                                <w:sz w:val="16"/>
                                <w:szCs w:val="16"/>
                              </w:rPr>
                              <w:t>IV</w:t>
                            </w:r>
                          </w:p>
                        </w:txbxContent>
                      </v:textbox>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9504" behindDoc="0" locked="0" layoutInCell="1" allowOverlap="1">
                      <wp:simplePos x="0" y="0"/>
                      <wp:positionH relativeFrom="column">
                        <wp:posOffset>4507230</wp:posOffset>
                      </wp:positionH>
                      <wp:positionV relativeFrom="paragraph">
                        <wp:posOffset>2265045</wp:posOffset>
                      </wp:positionV>
                      <wp:extent cx="92075" cy="2052320"/>
                      <wp:effectExtent l="17145" t="19685" r="14605" b="23495"/>
                      <wp:wrapNone/>
                      <wp:docPr id="54" name="Freeform 5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2075" cy="2052320"/>
                              </a:xfrm>
                              <a:custGeom>
                                <a:avLst/>
                                <a:gdLst>
                                  <a:gd name="T0" fmla="*/ 88 w 145"/>
                                  <a:gd name="T1" fmla="*/ 0 h 3232"/>
                                  <a:gd name="T2" fmla="*/ 8 w 145"/>
                                  <a:gd name="T3" fmla="*/ 264 h 3232"/>
                                  <a:gd name="T4" fmla="*/ 40 w 145"/>
                                  <a:gd name="T5" fmla="*/ 728 h 3232"/>
                                  <a:gd name="T6" fmla="*/ 128 w 145"/>
                                  <a:gd name="T7" fmla="*/ 1496 h 3232"/>
                                  <a:gd name="T8" fmla="*/ 144 w 145"/>
                                  <a:gd name="T9" fmla="*/ 2312 h 3232"/>
                                  <a:gd name="T10" fmla="*/ 128 w 145"/>
                                  <a:gd name="T11" fmla="*/ 2776 h 3232"/>
                                  <a:gd name="T12" fmla="*/ 72 w 145"/>
                                  <a:gd name="T13" fmla="*/ 3232 h 3232"/>
                                </a:gdLst>
                                <a:ahLst/>
                                <a:cxnLst>
                                  <a:cxn ang="0">
                                    <a:pos x="T0" y="T1"/>
                                  </a:cxn>
                                  <a:cxn ang="0">
                                    <a:pos x="T2" y="T3"/>
                                  </a:cxn>
                                  <a:cxn ang="0">
                                    <a:pos x="T4" y="T5"/>
                                  </a:cxn>
                                  <a:cxn ang="0">
                                    <a:pos x="T6" y="T7"/>
                                  </a:cxn>
                                  <a:cxn ang="0">
                                    <a:pos x="T8" y="T9"/>
                                  </a:cxn>
                                  <a:cxn ang="0">
                                    <a:pos x="T10" y="T11"/>
                                  </a:cxn>
                                  <a:cxn ang="0">
                                    <a:pos x="T12" y="T13"/>
                                  </a:cxn>
                                </a:cxnLst>
                                <a:rect l="0" t="0" r="r" b="b"/>
                                <a:pathLst>
                                  <a:path w="145" h="3232">
                                    <a:moveTo>
                                      <a:pt x="88" y="0"/>
                                    </a:moveTo>
                                    <a:cubicBezTo>
                                      <a:pt x="52" y="71"/>
                                      <a:pt x="16" y="143"/>
                                      <a:pt x="8" y="264"/>
                                    </a:cubicBezTo>
                                    <a:cubicBezTo>
                                      <a:pt x="0" y="385"/>
                                      <a:pt x="20" y="523"/>
                                      <a:pt x="40" y="728"/>
                                    </a:cubicBezTo>
                                    <a:cubicBezTo>
                                      <a:pt x="60" y="933"/>
                                      <a:pt x="111" y="1232"/>
                                      <a:pt x="128" y="1496"/>
                                    </a:cubicBezTo>
                                    <a:cubicBezTo>
                                      <a:pt x="145" y="1760"/>
                                      <a:pt x="144" y="2099"/>
                                      <a:pt x="144" y="2312"/>
                                    </a:cubicBezTo>
                                    <a:cubicBezTo>
                                      <a:pt x="144" y="2525"/>
                                      <a:pt x="140" y="2623"/>
                                      <a:pt x="128" y="2776"/>
                                    </a:cubicBezTo>
                                    <a:cubicBezTo>
                                      <a:pt x="116" y="2929"/>
                                      <a:pt x="94" y="3080"/>
                                      <a:pt x="72" y="3232"/>
                                    </a:cubicBezTo>
                                  </a:path>
                                </a:pathLst>
                              </a:custGeom>
                              <a:noFill/>
                              <a:ln w="28575"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68441" id="Freeform 560" o:spid="_x0000_s1026" style="position:absolute;margin-left:354.9pt;margin-top:178.35pt;width:7.25pt;height:161.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45,32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" path="m88,c52,71,16,143,8,264,,385,20,523,40,728v20,205,71,504,88,768c145,1760,144,2099,144,2312v,213,-4,311,-16,464c116,2929,94,3080,72,3232e" filled="f" strokecolor="navy" strokeweight="2.25pt">
                      <v:path arrowok="t" o:connecttype="custom" o:connectlocs="55880,0;5080,167640;25400,462280;81280,949960;91440,1468120;81280,1762760;45720,2052320" o:connectangles="0,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8480" behindDoc="0" locked="0" layoutInCell="1" allowOverlap="1">
                      <wp:simplePos x="0" y="0"/>
                      <wp:positionH relativeFrom="column">
                        <wp:posOffset>2051050</wp:posOffset>
                      </wp:positionH>
                      <wp:positionV relativeFrom="paragraph">
                        <wp:posOffset>2388235</wp:posOffset>
                      </wp:positionV>
                      <wp:extent cx="426720" cy="1772285"/>
                      <wp:effectExtent l="18415" t="9525" r="12065" b="18415"/>
                      <wp:wrapNone/>
                      <wp:docPr id="53" name="Freeform 5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6720" cy="1772285"/>
                              </a:xfrm>
                              <a:custGeom>
                                <a:avLst/>
                                <a:gdLst>
                                  <a:gd name="T0" fmla="*/ 672 w 672"/>
                                  <a:gd name="T1" fmla="*/ 0 h 2791"/>
                                  <a:gd name="T2" fmla="*/ 239 w 672"/>
                                  <a:gd name="T3" fmla="*/ 1572 h 2791"/>
                                  <a:gd name="T4" fmla="*/ 0 w 672"/>
                                  <a:gd name="T5" fmla="*/ 2791 h 2791"/>
                                </a:gdLst>
                                <a:ahLst/>
                                <a:cxnLst>
                                  <a:cxn ang="0">
                                    <a:pos x="T0" y="T1"/>
                                  </a:cxn>
                                  <a:cxn ang="0">
                                    <a:pos x="T2" y="T3"/>
                                  </a:cxn>
                                  <a:cxn ang="0">
                                    <a:pos x="T4" y="T5"/>
                                  </a:cxn>
                                </a:cxnLst>
                                <a:rect l="0" t="0" r="r" b="b"/>
                                <a:pathLst>
                                  <a:path w="672" h="2791">
                                    <a:moveTo>
                                      <a:pt x="672" y="0"/>
                                    </a:moveTo>
                                    <a:cubicBezTo>
                                      <a:pt x="511" y="553"/>
                                      <a:pt x="351" y="1107"/>
                                      <a:pt x="239" y="1572"/>
                                    </a:cubicBezTo>
                                    <a:cubicBezTo>
                                      <a:pt x="127" y="2037"/>
                                      <a:pt x="63" y="2414"/>
                                      <a:pt x="0" y="2791"/>
                                    </a:cubicBezTo>
                                  </a:path>
                                </a:pathLst>
                              </a:custGeom>
                              <a:noFill/>
                              <a:ln w="19050"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15256" id="Freeform 559" o:spid="_x0000_s1026" style="position:absolute;margin-left:161.5pt;margin-top:188.05pt;width:33.6pt;height:139.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72,2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" path="m672,c511,553,351,1107,239,1572,127,2037,63,2414,,2791e" filled="f" strokecolor="navy" strokeweight="1.5pt">
                      <v:path arrowok="t" o:connecttype="custom" o:connectlocs="426720,0;151765,998220;0,1772285" o:connectangles="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7456" behindDoc="0" locked="0" layoutInCell="1" allowOverlap="1">
                      <wp:simplePos x="0" y="0"/>
                      <wp:positionH relativeFrom="column">
                        <wp:posOffset>2197100</wp:posOffset>
                      </wp:positionH>
                      <wp:positionV relativeFrom="paragraph">
                        <wp:posOffset>1310640</wp:posOffset>
                      </wp:positionV>
                      <wp:extent cx="331470" cy="1071245"/>
                      <wp:effectExtent l="12065" t="17780" r="18415" b="15875"/>
                      <wp:wrapNone/>
                      <wp:docPr id="52" name="Freeform 5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1470" cy="1071245"/>
                              </a:xfrm>
                              <a:custGeom>
                                <a:avLst/>
                                <a:gdLst>
                                  <a:gd name="T0" fmla="*/ 0 w 522"/>
                                  <a:gd name="T1" fmla="*/ 0 h 1687"/>
                                  <a:gd name="T2" fmla="*/ 441 w 522"/>
                                  <a:gd name="T3" fmla="*/ 910 h 1687"/>
                                  <a:gd name="T4" fmla="*/ 486 w 522"/>
                                  <a:gd name="T5" fmla="*/ 1466 h 1687"/>
                                  <a:gd name="T6" fmla="*/ 433 w 522"/>
                                  <a:gd name="T7" fmla="*/ 1687 h 1687"/>
                                </a:gdLst>
                                <a:ahLst/>
                                <a:cxnLst>
                                  <a:cxn ang="0">
                                    <a:pos x="T0" y="T1"/>
                                  </a:cxn>
                                  <a:cxn ang="0">
                                    <a:pos x="T2" y="T3"/>
                                  </a:cxn>
                                  <a:cxn ang="0">
                                    <a:pos x="T4" y="T5"/>
                                  </a:cxn>
                                  <a:cxn ang="0">
                                    <a:pos x="T6" y="T7"/>
                                  </a:cxn>
                                </a:cxnLst>
                                <a:rect l="0" t="0" r="r" b="b"/>
                                <a:pathLst>
                                  <a:path w="522" h="1687">
                                    <a:moveTo>
                                      <a:pt x="0" y="0"/>
                                    </a:moveTo>
                                    <a:cubicBezTo>
                                      <a:pt x="180" y="333"/>
                                      <a:pt x="360" y="666"/>
                                      <a:pt x="441" y="910"/>
                                    </a:cubicBezTo>
                                    <a:cubicBezTo>
                                      <a:pt x="522" y="1154"/>
                                      <a:pt x="487" y="1337"/>
                                      <a:pt x="486" y="1466"/>
                                    </a:cubicBezTo>
                                    <a:cubicBezTo>
                                      <a:pt x="485" y="1595"/>
                                      <a:pt x="459" y="1641"/>
                                      <a:pt x="433" y="1687"/>
                                    </a:cubicBezTo>
                                  </a:path>
                                </a:pathLst>
                              </a:custGeom>
                              <a:noFill/>
                              <a:ln w="190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72CDF" id="Freeform 558" o:spid="_x0000_s1026" style="position:absolute;margin-left:173pt;margin-top:103.2pt;width:26.1pt;height:8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2,16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" path="m,c180,333,360,666,441,910v81,244,46,427,45,556c485,1595,459,1641,433,1687e" filled="f" strokecolor="red" strokeweight="1.5pt">
                      <v:path arrowok="t" o:connecttype="custom" o:connectlocs="0,0;280035,577850;308610,930910;274955,1071245" o:connectangles="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6432" behindDoc="0" locked="0" layoutInCell="1" allowOverlap="1">
                      <wp:simplePos x="0" y="0"/>
                      <wp:positionH relativeFrom="column">
                        <wp:posOffset>1877060</wp:posOffset>
                      </wp:positionH>
                      <wp:positionV relativeFrom="paragraph">
                        <wp:posOffset>733425</wp:posOffset>
                      </wp:positionV>
                      <wp:extent cx="314325" cy="572135"/>
                      <wp:effectExtent l="15875" t="12065" r="12700" b="15875"/>
                      <wp:wrapNone/>
                      <wp:docPr id="51" name="Freeform 5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25" cy="572135"/>
                              </a:xfrm>
                              <a:custGeom>
                                <a:avLst/>
                                <a:gdLst>
                                  <a:gd name="T0" fmla="*/ 0 w 495"/>
                                  <a:gd name="T1" fmla="*/ 0 h 901"/>
                                  <a:gd name="T2" fmla="*/ 495 w 495"/>
                                  <a:gd name="T3" fmla="*/ 901 h 901"/>
                                </a:gdLst>
                                <a:ahLst/>
                                <a:cxnLst>
                                  <a:cxn ang="0">
                                    <a:pos x="T0" y="T1"/>
                                  </a:cxn>
                                  <a:cxn ang="0">
                                    <a:pos x="T2" y="T3"/>
                                  </a:cxn>
                                </a:cxnLst>
                                <a:rect l="0" t="0" r="r" b="b"/>
                                <a:pathLst>
                                  <a:path w="495" h="901">
                                    <a:moveTo>
                                      <a:pt x="0" y="0"/>
                                    </a:moveTo>
                                    <a:cubicBezTo>
                                      <a:pt x="0" y="0"/>
                                      <a:pt x="247" y="450"/>
                                      <a:pt x="495" y="901"/>
                                    </a:cubicBezTo>
                                  </a:path>
                                </a:pathLst>
                              </a:custGeom>
                              <a:noFill/>
                              <a:ln w="19050"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w14:anchorId="26840CA6" id="Freeform 557"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147.8pt,57.75pt" control1="147.8pt,57.75pt" control2="160.15pt,80.25pt" to="172.55pt,102.8pt" coordsize="495,9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" filled="f" strokecolor="navy" strokeweight="1.5pt">
                      <v:path arrowok="t" o:connecttype="custom" o:connectlocs="0,0;314325,572135" o:connectangles="0,0"/>
                    </v:curv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65408" behindDoc="0" locked="0" layoutInCell="1" allowOverlap="1">
                      <wp:simplePos x="0" y="0"/>
                      <wp:positionH relativeFrom="column">
                        <wp:posOffset>1824355</wp:posOffset>
                      </wp:positionH>
                      <wp:positionV relativeFrom="paragraph">
                        <wp:posOffset>374015</wp:posOffset>
                      </wp:positionV>
                      <wp:extent cx="69850" cy="353695"/>
                      <wp:effectExtent l="20320" t="24130" r="24130" b="22225"/>
                      <wp:wrapNone/>
                      <wp:docPr id="50" name="Freeform 5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850" cy="353695"/>
                              </a:xfrm>
                              <a:custGeom>
                                <a:avLst/>
                                <a:gdLst>
                                  <a:gd name="T0" fmla="*/ 110 w 110"/>
                                  <a:gd name="T1" fmla="*/ 0 h 557"/>
                                  <a:gd name="T2" fmla="*/ 4 w 110"/>
                                  <a:gd name="T3" fmla="*/ 230 h 557"/>
                                  <a:gd name="T4" fmla="*/ 83 w 110"/>
                                  <a:gd name="T5" fmla="*/ 557 h 557"/>
                                </a:gdLst>
                                <a:ahLst/>
                                <a:cxnLst>
                                  <a:cxn ang="0">
                                    <a:pos x="T0" y="T1"/>
                                  </a:cxn>
                                  <a:cxn ang="0">
                                    <a:pos x="T2" y="T3"/>
                                  </a:cxn>
                                  <a:cxn ang="0">
                                    <a:pos x="T4" y="T5"/>
                                  </a:cxn>
                                </a:cxnLst>
                                <a:rect l="0" t="0" r="r" b="b"/>
                                <a:pathLst>
                                  <a:path w="110" h="557">
                                    <a:moveTo>
                                      <a:pt x="110" y="0"/>
                                    </a:moveTo>
                                    <a:cubicBezTo>
                                      <a:pt x="59" y="68"/>
                                      <a:pt x="8" y="137"/>
                                      <a:pt x="4" y="230"/>
                                    </a:cubicBezTo>
                                    <a:cubicBezTo>
                                      <a:pt x="0" y="323"/>
                                      <a:pt x="41" y="440"/>
                                      <a:pt x="83" y="557"/>
                                    </a:cubicBezTo>
                                  </a:path>
                                </a:pathLst>
                              </a:custGeom>
                              <a:noFill/>
                              <a:ln w="317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0C974" id="Freeform 556" o:spid="_x0000_s1026" style="position:absolute;margin-left:143.65pt;margin-top:29.45pt;width:5.5pt;height:27.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0,5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" path="m110,c59,68,8,137,4,230,,323,41,440,83,557e" filled="f" strokecolor="red" strokeweight="2.5pt">
                      <v:path arrowok="t" o:connecttype="custom" o:connectlocs="69850,0;2540,146050;52705,353695" o:connectangles="0,0,0"/>
                    </v:shape>
                  </w:pict>
                </mc:Fallback>
              </mc:AlternateContent>
            </w:r>
            <w:r w:rsidRPr="005A7201">
              <w:rPr>
                <w:rFonts w:ascii="Arial" w:hAnsi="Arial"/>
                <w:b/>
                <w:bCs/>
                <w:noProof/>
                <w:sz w:val="18"/>
                <w:szCs w:val="20"/>
                <w:lang w:val="en-GB" w:eastAsia="en-GB"/>
              </w:rPr>
              <mc:AlternateContent>
                <mc:Choice Requires="wpg">
                  <w:drawing>
                    <wp:anchor distT="0" distB="0" distL="114300" distR="114300" simplePos="0" relativeHeight="251652096" behindDoc="0" locked="0" layoutInCell="1" allowOverlap="1">
                      <wp:simplePos x="0" y="0"/>
                      <wp:positionH relativeFrom="column">
                        <wp:posOffset>1430655</wp:posOffset>
                      </wp:positionH>
                      <wp:positionV relativeFrom="paragraph">
                        <wp:posOffset>68580</wp:posOffset>
                      </wp:positionV>
                      <wp:extent cx="1804035" cy="4911725"/>
                      <wp:effectExtent l="7620" t="13970" r="7620" b="8255"/>
                      <wp:wrapNone/>
                      <wp:docPr id="32" name="Group 5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4035" cy="4911725"/>
                                <a:chOff x="3387" y="3397"/>
                                <a:chExt cx="2841" cy="7735"/>
                              </a:xfrm>
                            </wpg:grpSpPr>
                            <wps:wsp>
                              <wps:cNvPr id="33" name="Freeform 502"/>
                              <wps:cNvSpPr>
                                <a:spLocks/>
                              </wps:cNvSpPr>
                              <wps:spPr bwMode="auto">
                                <a:xfrm>
                                  <a:off x="4315" y="9648"/>
                                  <a:ext cx="134" cy="256"/>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503"/>
                              <wps:cNvSpPr>
                                <a:spLocks/>
                              </wps:cNvSpPr>
                              <wps:spPr bwMode="auto">
                                <a:xfrm>
                                  <a:off x="3387" y="4674"/>
                                  <a:ext cx="420" cy="416"/>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504"/>
                              <wps:cNvSpPr>
                                <a:spLocks/>
                              </wps:cNvSpPr>
                              <wps:spPr bwMode="auto">
                                <a:xfrm>
                                  <a:off x="4729" y="6616"/>
                                  <a:ext cx="442" cy="64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505"/>
                              <wps:cNvSpPr>
                                <a:spLocks/>
                              </wps:cNvSpPr>
                              <wps:spPr bwMode="auto">
                                <a:xfrm>
                                  <a:off x="4275" y="7368"/>
                                  <a:ext cx="967" cy="2543"/>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506"/>
                              <wps:cNvSpPr>
                                <a:spLocks/>
                              </wps:cNvSpPr>
                              <wps:spPr bwMode="auto">
                                <a:xfrm>
                                  <a:off x="4551" y="7112"/>
                                  <a:ext cx="965" cy="2806"/>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507"/>
                              <wps:cNvSpPr>
                                <a:spLocks/>
                              </wps:cNvSpPr>
                              <wps:spPr bwMode="auto">
                                <a:xfrm>
                                  <a:off x="4222" y="4300"/>
                                  <a:ext cx="1074" cy="5656"/>
                                </a:xfrm>
                                <a:custGeom>
                                  <a:avLst/>
                                  <a:gdLst>
                                    <a:gd name="T0" fmla="*/ 275 w 1074"/>
                                    <a:gd name="T1" fmla="*/ 290 h 5656"/>
                                    <a:gd name="T2" fmla="*/ 233 w 1074"/>
                                    <a:gd name="T3" fmla="*/ 56 h 5656"/>
                                    <a:gd name="T4" fmla="*/ 509 w 1074"/>
                                    <a:gd name="T5" fmla="*/ 626 h 5656"/>
                                    <a:gd name="T6" fmla="*/ 893 w 1074"/>
                                    <a:gd name="T7" fmla="*/ 1568 h 5656"/>
                                    <a:gd name="T8" fmla="*/ 1037 w 1074"/>
                                    <a:gd name="T9" fmla="*/ 2054 h 5656"/>
                                    <a:gd name="T10" fmla="*/ 1067 w 1074"/>
                                    <a:gd name="T11" fmla="*/ 2636 h 5656"/>
                                    <a:gd name="T12" fmla="*/ 995 w 1074"/>
                                    <a:gd name="T13" fmla="*/ 2924 h 5656"/>
                                    <a:gd name="T14" fmla="*/ 778 w 1074"/>
                                    <a:gd name="T15" fmla="*/ 3249 h 5656"/>
                                    <a:gd name="T16" fmla="*/ 595 w 1074"/>
                                    <a:gd name="T17" fmla="*/ 3708 h 5656"/>
                                    <a:gd name="T18" fmla="*/ 439 w 1074"/>
                                    <a:gd name="T19" fmla="*/ 4375 h 5656"/>
                                    <a:gd name="T20" fmla="*/ 171 w 1074"/>
                                    <a:gd name="T21" fmla="*/ 5028 h 5656"/>
                                    <a:gd name="T22" fmla="*/ 39 w 1074"/>
                                    <a:gd name="T23" fmla="*/ 5352 h 5656"/>
                                    <a:gd name="T24" fmla="*/ 10 w 1074"/>
                                    <a:gd name="T25" fmla="*/ 5529 h 5656"/>
                                    <a:gd name="T26" fmla="*/ 99 w 1074"/>
                                    <a:gd name="T27" fmla="*/ 5656 h 5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74" h="5656">
                                      <a:moveTo>
                                        <a:pt x="275" y="290"/>
                                      </a:moveTo>
                                      <a:cubicBezTo>
                                        <a:pt x="267" y="251"/>
                                        <a:pt x="194" y="0"/>
                                        <a:pt x="233" y="56"/>
                                      </a:cubicBezTo>
                                      <a:cubicBezTo>
                                        <a:pt x="272" y="112"/>
                                        <a:pt x="399" y="374"/>
                                        <a:pt x="509" y="626"/>
                                      </a:cubicBezTo>
                                      <a:cubicBezTo>
                                        <a:pt x="619" y="878"/>
                                        <a:pt x="805" y="1330"/>
                                        <a:pt x="893" y="1568"/>
                                      </a:cubicBezTo>
                                      <a:cubicBezTo>
                                        <a:pt x="981" y="1806"/>
                                        <a:pt x="1008" y="1876"/>
                                        <a:pt x="1037" y="2054"/>
                                      </a:cubicBezTo>
                                      <a:cubicBezTo>
                                        <a:pt x="1066" y="2232"/>
                                        <a:pt x="1074" y="2491"/>
                                        <a:pt x="1067" y="2636"/>
                                      </a:cubicBezTo>
                                      <a:cubicBezTo>
                                        <a:pt x="1060" y="2781"/>
                                        <a:pt x="1043" y="2822"/>
                                        <a:pt x="995" y="2924"/>
                                      </a:cubicBezTo>
                                      <a:cubicBezTo>
                                        <a:pt x="947" y="3026"/>
                                        <a:pt x="845" y="3118"/>
                                        <a:pt x="778" y="3249"/>
                                      </a:cubicBezTo>
                                      <a:cubicBezTo>
                                        <a:pt x="711" y="3380"/>
                                        <a:pt x="651" y="3520"/>
                                        <a:pt x="595" y="3708"/>
                                      </a:cubicBezTo>
                                      <a:cubicBezTo>
                                        <a:pt x="539" y="3896"/>
                                        <a:pt x="510" y="4155"/>
                                        <a:pt x="439" y="4375"/>
                                      </a:cubicBezTo>
                                      <a:cubicBezTo>
                                        <a:pt x="368" y="4595"/>
                                        <a:pt x="238" y="4865"/>
                                        <a:pt x="171" y="5028"/>
                                      </a:cubicBezTo>
                                      <a:cubicBezTo>
                                        <a:pt x="104" y="5191"/>
                                        <a:pt x="66" y="5269"/>
                                        <a:pt x="39" y="5352"/>
                                      </a:cubicBezTo>
                                      <a:cubicBezTo>
                                        <a:pt x="12" y="5435"/>
                                        <a:pt x="0" y="5478"/>
                                        <a:pt x="10" y="5529"/>
                                      </a:cubicBezTo>
                                      <a:cubicBezTo>
                                        <a:pt x="20" y="5580"/>
                                        <a:pt x="81" y="5630"/>
                                        <a:pt x="99" y="56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508"/>
                              <wps:cNvSpPr>
                                <a:spLocks/>
                              </wps:cNvSpPr>
                              <wps:spPr bwMode="auto">
                                <a:xfrm>
                                  <a:off x="3831" y="3564"/>
                                  <a:ext cx="552" cy="1080"/>
                                </a:xfrm>
                                <a:custGeom>
                                  <a:avLst/>
                                  <a:gdLst>
                                    <a:gd name="T0" fmla="*/ 0 w 552"/>
                                    <a:gd name="T1" fmla="*/ 0 h 1080"/>
                                    <a:gd name="T2" fmla="*/ 306 w 552"/>
                                    <a:gd name="T3" fmla="*/ 330 h 1080"/>
                                    <a:gd name="T4" fmla="*/ 444 w 552"/>
                                    <a:gd name="T5" fmla="*/ 570 h 1080"/>
                                    <a:gd name="T6" fmla="*/ 492 w 552"/>
                                    <a:gd name="T7" fmla="*/ 804 h 1080"/>
                                    <a:gd name="T8" fmla="*/ 552 w 552"/>
                                    <a:gd name="T9" fmla="*/ 1080 h 1080"/>
                                  </a:gdLst>
                                  <a:ahLst/>
                                  <a:cxnLst>
                                    <a:cxn ang="0">
                                      <a:pos x="T0" y="T1"/>
                                    </a:cxn>
                                    <a:cxn ang="0">
                                      <a:pos x="T2" y="T3"/>
                                    </a:cxn>
                                    <a:cxn ang="0">
                                      <a:pos x="T4" y="T5"/>
                                    </a:cxn>
                                    <a:cxn ang="0">
                                      <a:pos x="T6" y="T7"/>
                                    </a:cxn>
                                    <a:cxn ang="0">
                                      <a:pos x="T8" y="T9"/>
                                    </a:cxn>
                                  </a:cxnLst>
                                  <a:rect l="0" t="0" r="r" b="b"/>
                                  <a:pathLst>
                                    <a:path w="552" h="1080">
                                      <a:moveTo>
                                        <a:pt x="0" y="0"/>
                                      </a:moveTo>
                                      <a:cubicBezTo>
                                        <a:pt x="52" y="55"/>
                                        <a:pt x="232" y="235"/>
                                        <a:pt x="306" y="330"/>
                                      </a:cubicBezTo>
                                      <a:cubicBezTo>
                                        <a:pt x="380" y="425"/>
                                        <a:pt x="413" y="491"/>
                                        <a:pt x="444" y="570"/>
                                      </a:cubicBezTo>
                                      <a:cubicBezTo>
                                        <a:pt x="475" y="649"/>
                                        <a:pt x="474" y="719"/>
                                        <a:pt x="492" y="804"/>
                                      </a:cubicBezTo>
                                      <a:cubicBezTo>
                                        <a:pt x="510" y="889"/>
                                        <a:pt x="540" y="1023"/>
                                        <a:pt x="552" y="1080"/>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509"/>
                              <wps:cNvSpPr>
                                <a:spLocks/>
                              </wps:cNvSpPr>
                              <wps:spPr bwMode="auto">
                                <a:xfrm>
                                  <a:off x="4633" y="3493"/>
                                  <a:ext cx="484" cy="595"/>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510"/>
                              <wps:cNvSpPr>
                                <a:spLocks/>
                              </wps:cNvSpPr>
                              <wps:spPr bwMode="auto">
                                <a:xfrm>
                                  <a:off x="3662" y="4223"/>
                                  <a:ext cx="184" cy="825"/>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511"/>
                              <wps:cNvSpPr>
                                <a:spLocks/>
                              </wps:cNvSpPr>
                              <wps:spPr bwMode="auto">
                                <a:xfrm>
                                  <a:off x="6007" y="6258"/>
                                  <a:ext cx="154" cy="102"/>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512"/>
                              <wps:cNvSpPr>
                                <a:spLocks/>
                              </wps:cNvSpPr>
                              <wps:spPr bwMode="auto">
                                <a:xfrm>
                                  <a:off x="5642" y="6760"/>
                                  <a:ext cx="230" cy="909"/>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513"/>
                              <wps:cNvSpPr>
                                <a:spLocks/>
                              </wps:cNvSpPr>
                              <wps:spPr bwMode="auto">
                                <a:xfrm>
                                  <a:off x="3735" y="3616"/>
                                  <a:ext cx="998" cy="614"/>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514"/>
                              <wps:cNvSpPr>
                                <a:spLocks/>
                              </wps:cNvSpPr>
                              <wps:spPr bwMode="auto">
                                <a:xfrm>
                                  <a:off x="3915" y="3462"/>
                                  <a:ext cx="1673" cy="6456"/>
                                </a:xfrm>
                                <a:custGeom>
                                  <a:avLst/>
                                  <a:gdLst>
                                    <a:gd name="T0" fmla="*/ 0 w 1673"/>
                                    <a:gd name="T1" fmla="*/ 0 h 6456"/>
                                    <a:gd name="T2" fmla="*/ 300 w 1673"/>
                                    <a:gd name="T3" fmla="*/ 318 h 6456"/>
                                    <a:gd name="T4" fmla="*/ 648 w 1673"/>
                                    <a:gd name="T5" fmla="*/ 786 h 6456"/>
                                    <a:gd name="T6" fmla="*/ 1008 w 1673"/>
                                    <a:gd name="T7" fmla="*/ 1554 h 6456"/>
                                    <a:gd name="T8" fmla="*/ 1332 w 1673"/>
                                    <a:gd name="T9" fmla="*/ 2370 h 6456"/>
                                    <a:gd name="T10" fmla="*/ 1482 w 1673"/>
                                    <a:gd name="T11" fmla="*/ 2868 h 6456"/>
                                    <a:gd name="T12" fmla="*/ 1524 w 1673"/>
                                    <a:gd name="T13" fmla="*/ 3324 h 6456"/>
                                    <a:gd name="T14" fmla="*/ 1542 w 1673"/>
                                    <a:gd name="T15" fmla="*/ 3576 h 6456"/>
                                    <a:gd name="T16" fmla="*/ 1668 w 1673"/>
                                    <a:gd name="T17" fmla="*/ 4056 h 6456"/>
                                    <a:gd name="T18" fmla="*/ 1572 w 1673"/>
                                    <a:gd name="T19" fmla="*/ 4518 h 6456"/>
                                    <a:gd name="T20" fmla="*/ 1182 w 1673"/>
                                    <a:gd name="T21" fmla="*/ 5328 h 6456"/>
                                    <a:gd name="T22" fmla="*/ 912 w 1673"/>
                                    <a:gd name="T23" fmla="*/ 5880 h 6456"/>
                                    <a:gd name="T24" fmla="*/ 840 w 1673"/>
                                    <a:gd name="T25" fmla="*/ 6144 h 6456"/>
                                    <a:gd name="T26" fmla="*/ 828 w 1673"/>
                                    <a:gd name="T27" fmla="*/ 6456 h 6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73" h="6456">
                                      <a:moveTo>
                                        <a:pt x="0" y="0"/>
                                      </a:moveTo>
                                      <a:cubicBezTo>
                                        <a:pt x="50" y="53"/>
                                        <a:pt x="192" y="187"/>
                                        <a:pt x="300" y="318"/>
                                      </a:cubicBezTo>
                                      <a:cubicBezTo>
                                        <a:pt x="408" y="449"/>
                                        <a:pt x="530" y="580"/>
                                        <a:pt x="648" y="786"/>
                                      </a:cubicBezTo>
                                      <a:cubicBezTo>
                                        <a:pt x="766" y="992"/>
                                        <a:pt x="894" y="1290"/>
                                        <a:pt x="1008" y="1554"/>
                                      </a:cubicBezTo>
                                      <a:cubicBezTo>
                                        <a:pt x="1122" y="1818"/>
                                        <a:pt x="1253" y="2151"/>
                                        <a:pt x="1332" y="2370"/>
                                      </a:cubicBezTo>
                                      <a:cubicBezTo>
                                        <a:pt x="1411" y="2589"/>
                                        <a:pt x="1450" y="2709"/>
                                        <a:pt x="1482" y="2868"/>
                                      </a:cubicBezTo>
                                      <a:cubicBezTo>
                                        <a:pt x="1514" y="3027"/>
                                        <a:pt x="1514" y="3206"/>
                                        <a:pt x="1524" y="3324"/>
                                      </a:cubicBezTo>
                                      <a:cubicBezTo>
                                        <a:pt x="1534" y="3442"/>
                                        <a:pt x="1518" y="3454"/>
                                        <a:pt x="1542" y="3576"/>
                                      </a:cubicBezTo>
                                      <a:cubicBezTo>
                                        <a:pt x="1566" y="3698"/>
                                        <a:pt x="1663" y="3899"/>
                                        <a:pt x="1668" y="4056"/>
                                      </a:cubicBezTo>
                                      <a:cubicBezTo>
                                        <a:pt x="1673" y="4213"/>
                                        <a:pt x="1653" y="4306"/>
                                        <a:pt x="1572" y="4518"/>
                                      </a:cubicBezTo>
                                      <a:cubicBezTo>
                                        <a:pt x="1491" y="4730"/>
                                        <a:pt x="1292" y="5101"/>
                                        <a:pt x="1182" y="5328"/>
                                      </a:cubicBezTo>
                                      <a:cubicBezTo>
                                        <a:pt x="1072" y="5555"/>
                                        <a:pt x="969" y="5744"/>
                                        <a:pt x="912" y="5880"/>
                                      </a:cubicBezTo>
                                      <a:cubicBezTo>
                                        <a:pt x="855" y="6016"/>
                                        <a:pt x="854" y="6048"/>
                                        <a:pt x="840" y="6144"/>
                                      </a:cubicBezTo>
                                      <a:cubicBezTo>
                                        <a:pt x="826" y="6240"/>
                                        <a:pt x="830" y="6391"/>
                                        <a:pt x="828" y="64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515"/>
                              <wps:cNvSpPr>
                                <a:spLocks/>
                              </wps:cNvSpPr>
                              <wps:spPr bwMode="auto">
                                <a:xfrm>
                                  <a:off x="5065" y="10808"/>
                                  <a:ext cx="232" cy="138"/>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516"/>
                              <wps:cNvSpPr>
                                <a:spLocks/>
                              </wps:cNvSpPr>
                              <wps:spPr bwMode="auto">
                                <a:xfrm>
                                  <a:off x="4008" y="10247"/>
                                  <a:ext cx="567" cy="562"/>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517"/>
                              <wps:cNvSpPr>
                                <a:spLocks/>
                              </wps:cNvSpPr>
                              <wps:spPr bwMode="auto">
                                <a:xfrm>
                                  <a:off x="5234" y="10939"/>
                                  <a:ext cx="99" cy="52"/>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49" name="Freeform 518"/>
                              <wps:cNvSpPr>
                                <a:spLocks/>
                              </wps:cNvSpPr>
                              <wps:spPr bwMode="auto">
                                <a:xfrm>
                                  <a:off x="3627" y="3397"/>
                                  <a:ext cx="2601" cy="7735"/>
                                </a:xfrm>
                                <a:custGeom>
                                  <a:avLst/>
                                  <a:gdLst>
                                    <a:gd name="T0" fmla="*/ 0 w 2601"/>
                                    <a:gd name="T1" fmla="*/ 1277 h 7735"/>
                                    <a:gd name="T2" fmla="*/ 228 w 2601"/>
                                    <a:gd name="T3" fmla="*/ 1781 h 7735"/>
                                    <a:gd name="T4" fmla="*/ 470 w 2601"/>
                                    <a:gd name="T5" fmla="*/ 2059 h 7735"/>
                                    <a:gd name="T6" fmla="*/ 816 w 2601"/>
                                    <a:gd name="T7" fmla="*/ 2525 h 7735"/>
                                    <a:gd name="T8" fmla="*/ 1044 w 2601"/>
                                    <a:gd name="T9" fmla="*/ 2801 h 7735"/>
                                    <a:gd name="T10" fmla="*/ 1212 w 2601"/>
                                    <a:gd name="T11" fmla="*/ 3149 h 7735"/>
                                    <a:gd name="T12" fmla="*/ 1325 w 2601"/>
                                    <a:gd name="T13" fmla="*/ 3425 h 7735"/>
                                    <a:gd name="T14" fmla="*/ 1164 w 2601"/>
                                    <a:gd name="T15" fmla="*/ 3684 h 7735"/>
                                    <a:gd name="T16" fmla="*/ 914 w 2601"/>
                                    <a:gd name="T17" fmla="*/ 4097 h 7735"/>
                                    <a:gd name="T18" fmla="*/ 833 w 2601"/>
                                    <a:gd name="T19" fmla="*/ 4462 h 7735"/>
                                    <a:gd name="T20" fmla="*/ 799 w 2601"/>
                                    <a:gd name="T21" fmla="*/ 4846 h 7735"/>
                                    <a:gd name="T22" fmla="*/ 660 w 2601"/>
                                    <a:gd name="T23" fmla="*/ 5441 h 7735"/>
                                    <a:gd name="T24" fmla="*/ 554 w 2601"/>
                                    <a:gd name="T25" fmla="*/ 5907 h 7735"/>
                                    <a:gd name="T26" fmla="*/ 360 w 2601"/>
                                    <a:gd name="T27" fmla="*/ 6209 h 7735"/>
                                    <a:gd name="T28" fmla="*/ 168 w 2601"/>
                                    <a:gd name="T29" fmla="*/ 6389 h 7735"/>
                                    <a:gd name="T30" fmla="*/ 144 w 2601"/>
                                    <a:gd name="T31" fmla="*/ 6581 h 7735"/>
                                    <a:gd name="T32" fmla="*/ 312 w 2601"/>
                                    <a:gd name="T33" fmla="*/ 6797 h 7735"/>
                                    <a:gd name="T34" fmla="*/ 456 w 2601"/>
                                    <a:gd name="T35" fmla="*/ 6917 h 7735"/>
                                    <a:gd name="T36" fmla="*/ 576 w 2601"/>
                                    <a:gd name="T37" fmla="*/ 7007 h 7735"/>
                                    <a:gd name="T38" fmla="*/ 798 w 2601"/>
                                    <a:gd name="T39" fmla="*/ 7301 h 7735"/>
                                    <a:gd name="T40" fmla="*/ 938 w 2601"/>
                                    <a:gd name="T41" fmla="*/ 7438 h 7735"/>
                                    <a:gd name="T42" fmla="*/ 1092 w 2601"/>
                                    <a:gd name="T43" fmla="*/ 7625 h 7735"/>
                                    <a:gd name="T44" fmla="*/ 1284 w 2601"/>
                                    <a:gd name="T45" fmla="*/ 7709 h 7735"/>
                                    <a:gd name="T46" fmla="*/ 1428 w 2601"/>
                                    <a:gd name="T47" fmla="*/ 7697 h 7735"/>
                                    <a:gd name="T48" fmla="*/ 1512 w 2601"/>
                                    <a:gd name="T49" fmla="*/ 7733 h 7735"/>
                                    <a:gd name="T50" fmla="*/ 1692 w 2601"/>
                                    <a:gd name="T51" fmla="*/ 7709 h 7735"/>
                                    <a:gd name="T52" fmla="*/ 1758 w 2601"/>
                                    <a:gd name="T53" fmla="*/ 7607 h 7735"/>
                                    <a:gd name="T54" fmla="*/ 1644 w 2601"/>
                                    <a:gd name="T55" fmla="*/ 7517 h 7735"/>
                                    <a:gd name="T56" fmla="*/ 1534 w 2601"/>
                                    <a:gd name="T57" fmla="*/ 7469 h 7735"/>
                                    <a:gd name="T58" fmla="*/ 1428 w 2601"/>
                                    <a:gd name="T59" fmla="*/ 7402 h 7735"/>
                                    <a:gd name="T60" fmla="*/ 1320 w 2601"/>
                                    <a:gd name="T61" fmla="*/ 7193 h 7735"/>
                                    <a:gd name="T62" fmla="*/ 1224 w 2601"/>
                                    <a:gd name="T63" fmla="*/ 6827 h 7735"/>
                                    <a:gd name="T64" fmla="*/ 1164 w 2601"/>
                                    <a:gd name="T65" fmla="*/ 6575 h 7735"/>
                                    <a:gd name="T66" fmla="*/ 1248 w 2601"/>
                                    <a:gd name="T67" fmla="*/ 6101 h 7735"/>
                                    <a:gd name="T68" fmla="*/ 1476 w 2601"/>
                                    <a:gd name="T69" fmla="*/ 5561 h 7735"/>
                                    <a:gd name="T70" fmla="*/ 1800 w 2601"/>
                                    <a:gd name="T71" fmla="*/ 4949 h 7735"/>
                                    <a:gd name="T72" fmla="*/ 2112 w 2601"/>
                                    <a:gd name="T73" fmla="*/ 4169 h 7735"/>
                                    <a:gd name="T74" fmla="*/ 2256 w 2601"/>
                                    <a:gd name="T75" fmla="*/ 3857 h 7735"/>
                                    <a:gd name="T76" fmla="*/ 2508 w 2601"/>
                                    <a:gd name="T77" fmla="*/ 3437 h 7735"/>
                                    <a:gd name="T78" fmla="*/ 2598 w 2601"/>
                                    <a:gd name="T79" fmla="*/ 3149 h 7735"/>
                                    <a:gd name="T80" fmla="*/ 2526 w 2601"/>
                                    <a:gd name="T81" fmla="*/ 2909 h 7735"/>
                                    <a:gd name="T82" fmla="*/ 2376 w 2601"/>
                                    <a:gd name="T83" fmla="*/ 2417 h 7735"/>
                                    <a:gd name="T84" fmla="*/ 2191 w 2601"/>
                                    <a:gd name="T85" fmla="*/ 1913 h 7735"/>
                                    <a:gd name="T86" fmla="*/ 1908 w 2601"/>
                                    <a:gd name="T87" fmla="*/ 1349 h 7735"/>
                                    <a:gd name="T88" fmla="*/ 1596 w 2601"/>
                                    <a:gd name="T89" fmla="*/ 845 h 7735"/>
                                    <a:gd name="T90" fmla="*/ 1493 w 2601"/>
                                    <a:gd name="T91" fmla="*/ 694 h 7735"/>
                                    <a:gd name="T92" fmla="*/ 1452 w 2601"/>
                                    <a:gd name="T93" fmla="*/ 533 h 7735"/>
                                    <a:gd name="T94" fmla="*/ 1399 w 2601"/>
                                    <a:gd name="T95" fmla="*/ 327 h 7735"/>
                                    <a:gd name="T96" fmla="*/ 1366 w 2601"/>
                                    <a:gd name="T97" fmla="*/ 0 h 7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01" h="7735">
                                      <a:moveTo>
                                        <a:pt x="0" y="1277"/>
                                      </a:moveTo>
                                      <a:cubicBezTo>
                                        <a:pt x="73" y="1465"/>
                                        <a:pt x="150" y="1651"/>
                                        <a:pt x="228" y="1781"/>
                                      </a:cubicBezTo>
                                      <a:cubicBezTo>
                                        <a:pt x="306" y="1911"/>
                                        <a:pt x="372" y="1935"/>
                                        <a:pt x="470" y="2059"/>
                                      </a:cubicBezTo>
                                      <a:cubicBezTo>
                                        <a:pt x="568" y="2183"/>
                                        <a:pt x="720" y="2401"/>
                                        <a:pt x="816" y="2525"/>
                                      </a:cubicBezTo>
                                      <a:cubicBezTo>
                                        <a:pt x="912" y="2649"/>
                                        <a:pt x="978" y="2697"/>
                                        <a:pt x="1044" y="2801"/>
                                      </a:cubicBezTo>
                                      <a:cubicBezTo>
                                        <a:pt x="1110" y="2905"/>
                                        <a:pt x="1165" y="3045"/>
                                        <a:pt x="1212" y="3149"/>
                                      </a:cubicBezTo>
                                      <a:cubicBezTo>
                                        <a:pt x="1259" y="3253"/>
                                        <a:pt x="1333" y="3336"/>
                                        <a:pt x="1325" y="3425"/>
                                      </a:cubicBezTo>
                                      <a:cubicBezTo>
                                        <a:pt x="1317" y="3514"/>
                                        <a:pt x="1232" y="3572"/>
                                        <a:pt x="1164" y="3684"/>
                                      </a:cubicBezTo>
                                      <a:cubicBezTo>
                                        <a:pt x="1096" y="3796"/>
                                        <a:pt x="969" y="3967"/>
                                        <a:pt x="914" y="4097"/>
                                      </a:cubicBezTo>
                                      <a:cubicBezTo>
                                        <a:pt x="859" y="4227"/>
                                        <a:pt x="852" y="4337"/>
                                        <a:pt x="833" y="4462"/>
                                      </a:cubicBezTo>
                                      <a:cubicBezTo>
                                        <a:pt x="814" y="4587"/>
                                        <a:pt x="828" y="4683"/>
                                        <a:pt x="799" y="4846"/>
                                      </a:cubicBezTo>
                                      <a:cubicBezTo>
                                        <a:pt x="770" y="5009"/>
                                        <a:pt x="701" y="5264"/>
                                        <a:pt x="660" y="5441"/>
                                      </a:cubicBezTo>
                                      <a:cubicBezTo>
                                        <a:pt x="619" y="5618"/>
                                        <a:pt x="604" y="5779"/>
                                        <a:pt x="554" y="5907"/>
                                      </a:cubicBezTo>
                                      <a:cubicBezTo>
                                        <a:pt x="504" y="6035"/>
                                        <a:pt x="424" y="6129"/>
                                        <a:pt x="360" y="6209"/>
                                      </a:cubicBezTo>
                                      <a:cubicBezTo>
                                        <a:pt x="296" y="6289"/>
                                        <a:pt x="204" y="6327"/>
                                        <a:pt x="168" y="6389"/>
                                      </a:cubicBezTo>
                                      <a:cubicBezTo>
                                        <a:pt x="132" y="6451"/>
                                        <a:pt x="120" y="6513"/>
                                        <a:pt x="144" y="6581"/>
                                      </a:cubicBezTo>
                                      <a:cubicBezTo>
                                        <a:pt x="168" y="6649"/>
                                        <a:pt x="260" y="6741"/>
                                        <a:pt x="312" y="6797"/>
                                      </a:cubicBezTo>
                                      <a:cubicBezTo>
                                        <a:pt x="364" y="6853"/>
                                        <a:pt x="412" y="6882"/>
                                        <a:pt x="456" y="6917"/>
                                      </a:cubicBezTo>
                                      <a:cubicBezTo>
                                        <a:pt x="500" y="6952"/>
                                        <a:pt x="519" y="6943"/>
                                        <a:pt x="576" y="7007"/>
                                      </a:cubicBezTo>
                                      <a:cubicBezTo>
                                        <a:pt x="633" y="7071"/>
                                        <a:pt x="738" y="7229"/>
                                        <a:pt x="798" y="7301"/>
                                      </a:cubicBezTo>
                                      <a:cubicBezTo>
                                        <a:pt x="858" y="7373"/>
                                        <a:pt x="889" y="7384"/>
                                        <a:pt x="938" y="7438"/>
                                      </a:cubicBezTo>
                                      <a:cubicBezTo>
                                        <a:pt x="987" y="7492"/>
                                        <a:pt x="1034" y="7580"/>
                                        <a:pt x="1092" y="7625"/>
                                      </a:cubicBezTo>
                                      <a:cubicBezTo>
                                        <a:pt x="1150" y="7670"/>
                                        <a:pt x="1228" y="7697"/>
                                        <a:pt x="1284" y="7709"/>
                                      </a:cubicBezTo>
                                      <a:cubicBezTo>
                                        <a:pt x="1340" y="7721"/>
                                        <a:pt x="1390" y="7693"/>
                                        <a:pt x="1428" y="7697"/>
                                      </a:cubicBezTo>
                                      <a:cubicBezTo>
                                        <a:pt x="1466" y="7701"/>
                                        <a:pt x="1468" y="7731"/>
                                        <a:pt x="1512" y="7733"/>
                                      </a:cubicBezTo>
                                      <a:cubicBezTo>
                                        <a:pt x="1556" y="7735"/>
                                        <a:pt x="1651" y="7730"/>
                                        <a:pt x="1692" y="7709"/>
                                      </a:cubicBezTo>
                                      <a:cubicBezTo>
                                        <a:pt x="1733" y="7688"/>
                                        <a:pt x="1766" y="7639"/>
                                        <a:pt x="1758" y="7607"/>
                                      </a:cubicBezTo>
                                      <a:cubicBezTo>
                                        <a:pt x="1750" y="7575"/>
                                        <a:pt x="1681" y="7540"/>
                                        <a:pt x="1644" y="7517"/>
                                      </a:cubicBezTo>
                                      <a:cubicBezTo>
                                        <a:pt x="1607" y="7494"/>
                                        <a:pt x="1570" y="7488"/>
                                        <a:pt x="1534" y="7469"/>
                                      </a:cubicBezTo>
                                      <a:cubicBezTo>
                                        <a:pt x="1498" y="7450"/>
                                        <a:pt x="1464" y="7448"/>
                                        <a:pt x="1428" y="7402"/>
                                      </a:cubicBezTo>
                                      <a:cubicBezTo>
                                        <a:pt x="1392" y="7356"/>
                                        <a:pt x="1354" y="7289"/>
                                        <a:pt x="1320" y="7193"/>
                                      </a:cubicBezTo>
                                      <a:cubicBezTo>
                                        <a:pt x="1286" y="7097"/>
                                        <a:pt x="1250" y="6930"/>
                                        <a:pt x="1224" y="6827"/>
                                      </a:cubicBezTo>
                                      <a:cubicBezTo>
                                        <a:pt x="1198" y="6724"/>
                                        <a:pt x="1160" y="6696"/>
                                        <a:pt x="1164" y="6575"/>
                                      </a:cubicBezTo>
                                      <a:cubicBezTo>
                                        <a:pt x="1168" y="6454"/>
                                        <a:pt x="1196" y="6270"/>
                                        <a:pt x="1248" y="6101"/>
                                      </a:cubicBezTo>
                                      <a:cubicBezTo>
                                        <a:pt x="1300" y="5932"/>
                                        <a:pt x="1384" y="5753"/>
                                        <a:pt x="1476" y="5561"/>
                                      </a:cubicBezTo>
                                      <a:cubicBezTo>
                                        <a:pt x="1568" y="5369"/>
                                        <a:pt x="1694" y="5181"/>
                                        <a:pt x="1800" y="4949"/>
                                      </a:cubicBezTo>
                                      <a:cubicBezTo>
                                        <a:pt x="1906" y="4717"/>
                                        <a:pt x="2036" y="4351"/>
                                        <a:pt x="2112" y="4169"/>
                                      </a:cubicBezTo>
                                      <a:cubicBezTo>
                                        <a:pt x="2188" y="3987"/>
                                        <a:pt x="2190" y="3979"/>
                                        <a:pt x="2256" y="3857"/>
                                      </a:cubicBezTo>
                                      <a:cubicBezTo>
                                        <a:pt x="2322" y="3735"/>
                                        <a:pt x="2451" y="3555"/>
                                        <a:pt x="2508" y="3437"/>
                                      </a:cubicBezTo>
                                      <a:cubicBezTo>
                                        <a:pt x="2565" y="3319"/>
                                        <a:pt x="2595" y="3237"/>
                                        <a:pt x="2598" y="3149"/>
                                      </a:cubicBezTo>
                                      <a:cubicBezTo>
                                        <a:pt x="2601" y="3061"/>
                                        <a:pt x="2563" y="3031"/>
                                        <a:pt x="2526" y="2909"/>
                                      </a:cubicBezTo>
                                      <a:cubicBezTo>
                                        <a:pt x="2489" y="2787"/>
                                        <a:pt x="2432" y="2583"/>
                                        <a:pt x="2376" y="2417"/>
                                      </a:cubicBezTo>
                                      <a:cubicBezTo>
                                        <a:pt x="2320" y="2251"/>
                                        <a:pt x="2269" y="2091"/>
                                        <a:pt x="2191" y="1913"/>
                                      </a:cubicBezTo>
                                      <a:cubicBezTo>
                                        <a:pt x="2113" y="1735"/>
                                        <a:pt x="2007" y="1527"/>
                                        <a:pt x="1908" y="1349"/>
                                      </a:cubicBezTo>
                                      <a:cubicBezTo>
                                        <a:pt x="1809" y="1171"/>
                                        <a:pt x="1665" y="954"/>
                                        <a:pt x="1596" y="845"/>
                                      </a:cubicBezTo>
                                      <a:cubicBezTo>
                                        <a:pt x="1527" y="736"/>
                                        <a:pt x="1517" y="746"/>
                                        <a:pt x="1493" y="694"/>
                                      </a:cubicBezTo>
                                      <a:cubicBezTo>
                                        <a:pt x="1469" y="642"/>
                                        <a:pt x="1468" y="594"/>
                                        <a:pt x="1452" y="533"/>
                                      </a:cubicBezTo>
                                      <a:cubicBezTo>
                                        <a:pt x="1436" y="472"/>
                                        <a:pt x="1413" y="416"/>
                                        <a:pt x="1399" y="327"/>
                                      </a:cubicBezTo>
                                      <a:cubicBezTo>
                                        <a:pt x="1385" y="238"/>
                                        <a:pt x="1373" y="68"/>
                                        <a:pt x="1366"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6DE8F0" id="Group 501" o:spid="_x0000_s1026" style="position:absolute;margin-left:112.65pt;margin-top:5.4pt;width:142.05pt;height:386.75pt;z-index:251652096" coordorigin="3387,3397" coordsize="2841,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">
                      <v:shape id="Freeform 502" o:spid="_x0000_s1027" style="position:absolute;left:4315;top:9648;width:134;height:256;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" path="m128,6v6,6,-60,40,-72,78c44,122,62,212,56,234,50,256,29,231,20,216,11,201,2,172,2,144,2,116,,71,20,48,40,25,122,,128,6xe" fillcolor="#ddd" stroked="f">
                        <v:path arrowok="t" o:connecttype="custom" o:connectlocs="128,6;56,84;56,234;20,216;2,144;20,48;128,6" o:connectangles="0,0,0,0,0,0,0"/>
                      </v:shape>
                      <v:shape id="Freeform 503" o:spid="_x0000_s1028" style="position:absolute;left:3387;top:4674;width:420;height:416;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" path="m,c26,70,52,140,120,204v68,64,178,122,288,180e" filled="f" strokecolor="gray" strokeweight="1pt">
                        <v:path arrowok="t" o:connecttype="custom" o:connectlocs="0,0;124,221;420,416" o:connectangles="0,0,0"/>
                      </v:shape>
                      <v:shape id="Freeform 504" o:spid="_x0000_s1029" style="position:absolute;left:4729;top:6616;width:442;height:646;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" path="m14,614c,646,70,558,134,506,198,454,354,352,398,302v44,-50,14,-74,,-96c384,184,348,204,314,170,280,136,204,,194,2v-10,2,56,128,60,180c258,234,256,242,218,314,180,386,28,582,14,614xe" fillcolor="#ddd" stroked="f">
                        <v:path arrowok="t" o:connecttype="custom" o:connectlocs="14,614;134,506;398,302;398,206;314,170;194,2;254,182;218,314;14,614" o:connectangles="0,0,0,0,0,0,0,0,0"/>
                      </v:shape>
                      <v:shape id="Freeform 505" o:spid="_x0000_s1030" style="position:absolute;left:4275;top:7368;width:967;height:2543;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79,2543;22,2464;48,2279;312,1686;463,1288;588,724;744,282;950,8;847,330;775,594;682,983;564,1410;360,1861;216,2262" o:connectangles="0,0,0,0,0,0,0,0,0,0,0,0,0,0"/>
                      </v:shape>
                      <v:shape id="Freeform 506" o:spid="_x0000_s1031" style="position:absolute;left:4551;top:7112;width:965;height:2806;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2530;132,2158;353,1676;497,1148;574,864;725,332;833,12;958,406;874,824;540,1522;290,2040;151,2376;120,2806" o:connectangles="0,0,0,0,0,0,0,0,0,0,0,0,0"/>
                      </v:shape>
                      <v:shape id="Freeform 507" o:spid="_x0000_s1032" style="position:absolute;left:4222;top:4300;width:1074;height:5656;visibility:visible;mso-wrap-style:square;v-text-anchor:top" coordsize="1074,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" path="m275,290c267,251,194,,233,56v39,56,166,318,276,570c619,878,805,1330,893,1568v88,238,115,308,144,486c1066,2232,1074,2491,1067,2636v-7,145,-24,186,-72,288c947,3026,845,3118,778,3249v-67,131,-127,271,-183,459c539,3896,510,4155,439,4375v-71,220,-201,490,-268,653c104,5191,66,5269,39,5352,12,5435,,5478,10,5529v10,51,71,101,89,127e" filled="f" strokecolor="#333">
                        <v:path arrowok="t" o:connecttype="custom" o:connectlocs="275,290;233,56;509,626;893,1568;1037,2054;1067,2636;995,2924;778,3249;595,3708;439,4375;171,5028;39,5352;10,5529;99,5656" o:connectangles="0,0,0,0,0,0,0,0,0,0,0,0,0,0"/>
                      </v:shape>
                      <v:shape id="Freeform 508" o:spid="_x0000_s1033" style="position:absolute;left:3831;top:3564;width:552;height:1080;visibility:visible;mso-wrap-style:square;v-text-anchor:top" coordsize="55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" path="m,c52,55,232,235,306,330v74,95,107,161,138,240c475,649,474,719,492,804v18,85,48,219,60,276e" filled="f" strokecolor="#333">
                        <v:path arrowok="t" o:connecttype="custom" o:connectlocs="0,0;306,330;444,570;492,804;552,1080" o:connectangles="0,0,0,0,0"/>
                      </v:shape>
                      <v:shape id="Freeform 509" o:spid="_x0000_s1034" style="position:absolute;left:4633;top:3493;width:484;height:595;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" path="m470,581v14,14,-38,-48,-65,-84c378,461,334,412,309,367,284,322,266,266,252,228,238,190,234,157,223,137v-11,-20,-5,-9,-39,-31c150,84,42,10,21,5,,,34,39,60,75v26,36,74,91,117,148c220,280,274,354,321,415v47,61,135,152,149,166xe" fillcolor="#ddd" stroked="f">
                        <v:path arrowok="t" o:connecttype="custom" o:connectlocs="470,581;405,497;309,367;252,228;223,137;184,106;21,5;60,75;177,223;321,415;470,581" o:connectangles="0,0,0,0,0,0,0,0,0,0,0"/>
                      </v:shape>
                      <v:shape id="Freeform 510" o:spid="_x0000_s1035" style="position:absolute;left:3662;top:4223;width:184;height:825;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" path="m15,177v12,79,53,202,72,308c106,591,121,797,131,811v10,14,9,-147,16,-240c154,478,167,320,171,252v4,-68,13,-65,3,-87c164,143,136,146,109,120,82,94,30,,15,9,,18,3,98,15,177xe" fillcolor="#ddd" stroked="f">
                        <v:path arrowok="t" o:connecttype="custom" o:connectlocs="15,177;87,485;131,811;147,571;171,252;174,165;109,120;15,9;15,177" o:connectangles="0,0,0,0,0,0,0,0,0"/>
                      </v:shape>
                      <v:shape id="Freeform 511" o:spid="_x0000_s1036" style="position:absolute;left:6007;top:6258;width:154;height:102;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" path="m146,102v-8,,-36,-44,-60,-60c62,26,,12,2,6,4,,76,,98,6v22,6,30,21,36,36c140,57,154,102,146,102xe" fillcolor="#ddd" stroked="f">
                        <v:path arrowok="t" o:connecttype="custom" o:connectlocs="146,102;86,42;2,6;98,6;134,42;146,102" o:connectangles="0,0,0,0,0,0"/>
                      </v:shape>
                      <v:shape id="Freeform 512" o:spid="_x0000_s1037" style="position:absolute;left:5642;top:6760;width:230;height:909;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" path="m175,2v7,2,-18,171,-12,252c169,335,230,386,211,488,192,590,80,823,49,866,18,909,,808,25,746,50,684,178,557,199,494,220,431,164,410,151,368,138,326,119,302,121,242,123,182,168,,175,2xe" fillcolor="#ddd" stroked="f">
                        <v:path arrowok="t" o:connecttype="custom" o:connectlocs="175,2;163,254;211,488;49,866;25,746;199,494;151,368;121,242;175,2" o:connectangles="0,0,0,0,0,0,0,0,0"/>
                      </v:shape>
                      <v:shape id="Freeform 513" o:spid="_x0000_s1038" style="position:absolute;left:3735;top:3616;width:998;height:614;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" path="m,614c29,524,57,436,144,350,231,264,381,158,523,100,665,42,899,21,998,e" filled="f">
                        <v:stroke dashstyle="1 1" endcap="round"/>
                        <v:path arrowok="t" o:connecttype="custom" o:connectlocs="0,614;144,350;523,100;998,0" o:connectangles="0,0,0,0"/>
                      </v:shape>
                      <v:shape id="Freeform 514" o:spid="_x0000_s1039" style="position:absolute;left:3915;top:3462;width:1673;height:6456;visibility:visible;mso-wrap-style:square;v-text-anchor:top" coordsize="167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" path="m,c50,53,192,187,300,318,408,449,530,580,648,786v118,206,246,504,360,768c1122,1818,1253,2151,1332,2370v79,219,118,339,150,498c1514,3027,1514,3206,1524,3324v10,118,-6,130,18,252c1566,3698,1663,3899,1668,4056v5,157,-15,250,-96,462c1491,4730,1292,5101,1182,5328v-110,227,-213,416,-270,552c855,6016,854,6048,840,6144v-14,96,-10,247,-12,312e" filled="f" strokecolor="#333">
                        <v:path arrowok="t" o:connecttype="custom" o:connectlocs="0,0;300,318;648,786;1008,1554;1332,2370;1482,2868;1524,3324;1542,3576;1668,4056;1572,4518;1182,5328;912,5880;840,6144;828,6456" o:connectangles="0,0,0,0,0,0,0,0,0,0,0,0,0,0"/>
                      </v:shape>
                      <v:shape id="Freeform 515" o:spid="_x0000_s1040" style="position:absolute;left:5065;top:10808;width:232;height:138;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" path="m232,130v-12,,-45,8,-74,c129,122,83,101,57,79,31,57,12,16,,e" filled="f" strokecolor="gray">
                        <v:path arrowok="t" o:connecttype="custom" o:connectlocs="232,130;158,130;57,79;0,0" o:connectangles="0,0,0,0"/>
                      </v:shape>
                      <v:shape id="Freeform 516" o:spid="_x0000_s1041" style="position:absolute;left:4008;top:10247;width:567;height:562;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" path="m555,559v12,-3,-38,-81,-60,-132c473,376,455,304,423,253,391,202,357,155,303,121,249,87,148,69,99,49,50,29,18,2,9,1,,,23,27,45,43v22,16,64,29,96,54c173,122,207,158,237,193v30,35,53,72,84,114c352,349,384,406,423,445v39,39,120,117,132,114xe" fillcolor="#ddd" stroked="f">
                        <v:path arrowok="t" o:connecttype="custom" o:connectlocs="555,559;495,427;423,253;303,121;99,49;9,1;45,43;141,97;237,193;321,307;423,445;555,559" o:connectangles="0,0,0,0,0,0,0,0,0,0,0,0"/>
                      </v:shape>
                      <v:shape id="Freeform 517" o:spid="_x0000_s1042" style="position:absolute;left:5234;top:10939;width:99;height:52;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" path="m71,1c84,,89,10,92,18v3,8,7,24,,29c85,52,63,49,49,49,35,49,12,51,6,47,,43,2,29,13,23,24,17,58,2,71,1xe" fillcolor="silver" strokecolor="gray">
                        <v:path arrowok="t" o:connecttype="custom" o:connectlocs="71,1;92,18;92,47;49,49;6,47;13,23;71,1" o:connectangles="0,0,0,0,0,0,0"/>
                      </v:shape>
                      <v:shape id="Freeform 518" o:spid="_x0000_s1043" style="position:absolute;left:3627;top:3397;width:2601;height:7735;visibility:visible;mso-wrap-style:square;v-text-anchor:top" coordsize="2601,7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" path="m,1277v73,188,150,374,228,504c306,1911,372,1935,470,2059v98,124,250,342,346,466c912,2649,978,2697,1044,2801v66,104,121,244,168,348c1259,3253,1333,3336,1325,3425v-8,89,-93,147,-161,259c1096,3796,969,3967,914,4097v-55,130,-62,240,-81,365c814,4587,828,4683,799,4846v-29,163,-98,418,-139,595c619,5618,604,5779,554,5907v-50,128,-130,222,-194,302c296,6289,204,6327,168,6389v-36,62,-48,124,-24,192c168,6649,260,6741,312,6797v52,56,100,85,144,120c500,6952,519,6943,576,7007v57,64,162,222,222,294c858,7373,889,7384,938,7438v49,54,96,142,154,187c1150,7670,1228,7697,1284,7709v56,12,106,-16,144,-12c1466,7701,1468,7731,1512,7733v44,2,139,-3,180,-24c1733,7688,1766,7639,1758,7607v-8,-32,-77,-67,-114,-90c1607,7494,1570,7488,1534,7469v-36,-19,-70,-21,-106,-67c1392,7356,1354,7289,1320,7193v-34,-96,-70,-263,-96,-366c1198,6724,1160,6696,1164,6575v4,-121,32,-305,84,-474c1300,5932,1384,5753,1476,5561v92,-192,218,-380,324,-612c1906,4717,2036,4351,2112,4169v76,-182,78,-190,144,-312c2322,3735,2451,3555,2508,3437v57,-118,87,-200,90,-288c2601,3061,2563,3031,2526,2909v-37,-122,-94,-326,-150,-492c2320,2251,2269,2091,2191,1913v-78,-178,-184,-386,-283,-564c1809,1171,1665,954,1596,845,1527,736,1517,746,1493,694v-24,-52,-25,-100,-41,-161c1436,472,1413,416,1399,327,1385,238,1373,68,1366,e" filled="f" strokecolor="gray" strokeweight="1pt">
                        <v:path arrowok="t" o:connecttype="custom" o:connectlocs="0,1277;228,1781;470,2059;816,2525;1044,2801;1212,3149;1325,3425;1164,3684;914,4097;833,4462;799,4846;660,5441;554,5907;360,6209;168,6389;144,6581;312,6797;456,6917;576,7007;798,7301;938,7438;1092,7625;1284,7709;1428,7697;1512,7733;1692,7709;1758,7607;1644,7517;1534,7469;1428,7402;1320,7193;1224,6827;1164,6575;1248,6101;1476,5561;1800,4949;2112,4169;2256,3857;2508,3437;2598,3149;2526,2909;2376,2417;2191,1913;1908,1349;1596,845;1493,694;1452,533;1399,327;1366,0" o:connectangles="0,0,0,0,0,0,0,0,0,0,0,0,0,0,0,0,0,0,0,0,0,0,0,0,0,0,0,0,0,0,0,0,0,0,0,0,0,0,0,0,0,0,0,0,0,0,0,0,0"/>
                      </v:shape>
                    </v:group>
                  </w:pict>
                </mc:Fallback>
              </mc:AlternateContent>
            </w:r>
            <w:r w:rsidRPr="005A7201">
              <w:rPr>
                <w:rFonts w:ascii="Arial" w:hAnsi="Arial"/>
                <w:b/>
                <w:bCs/>
                <w:noProof/>
                <w:sz w:val="18"/>
                <w:szCs w:val="20"/>
                <w:lang w:val="en-GB" w:eastAsia="en-GB"/>
              </w:rPr>
              <mc:AlternateContent>
                <mc:Choice Requires="wpg">
                  <w:drawing>
                    <wp:anchor distT="0" distB="0" distL="114300" distR="114300" simplePos="0" relativeHeight="251653120" behindDoc="0" locked="0" layoutInCell="1" allowOverlap="1">
                      <wp:simplePos x="0" y="0"/>
                      <wp:positionH relativeFrom="page">
                        <wp:posOffset>4034790</wp:posOffset>
                      </wp:positionH>
                      <wp:positionV relativeFrom="page">
                        <wp:posOffset>41910</wp:posOffset>
                      </wp:positionV>
                      <wp:extent cx="1087120" cy="4745355"/>
                      <wp:effectExtent l="13335" t="6350" r="13970" b="10795"/>
                      <wp:wrapNone/>
                      <wp:docPr id="19" name="Group 5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120" cy="4745355"/>
                                <a:chOff x="4685" y="3276"/>
                                <a:chExt cx="1712" cy="7473"/>
                              </a:xfrm>
                            </wpg:grpSpPr>
                            <wps:wsp>
                              <wps:cNvPr id="20" name="Freeform 520"/>
                              <wps:cNvSpPr>
                                <a:spLocks/>
                              </wps:cNvSpPr>
                              <wps:spPr bwMode="auto">
                                <a:xfrm>
                                  <a:off x="4685" y="3276"/>
                                  <a:ext cx="1712" cy="7473"/>
                                </a:xfrm>
                                <a:custGeom>
                                  <a:avLst/>
                                  <a:gdLst>
                                    <a:gd name="T0" fmla="*/ 1644 w 1712"/>
                                    <a:gd name="T1" fmla="*/ 806 h 7473"/>
                                    <a:gd name="T2" fmla="*/ 1687 w 1712"/>
                                    <a:gd name="T3" fmla="*/ 996 h 7473"/>
                                    <a:gd name="T4" fmla="*/ 1706 w 1712"/>
                                    <a:gd name="T5" fmla="*/ 1258 h 7473"/>
                                    <a:gd name="T6" fmla="*/ 1651 w 1712"/>
                                    <a:gd name="T7" fmla="*/ 1908 h 7473"/>
                                    <a:gd name="T8" fmla="*/ 1627 w 1712"/>
                                    <a:gd name="T9" fmla="*/ 2724 h 7473"/>
                                    <a:gd name="T10" fmla="*/ 1632 w 1712"/>
                                    <a:gd name="T11" fmla="*/ 3252 h 7473"/>
                                    <a:gd name="T12" fmla="*/ 1553 w 1712"/>
                                    <a:gd name="T13" fmla="*/ 3655 h 7473"/>
                                    <a:gd name="T14" fmla="*/ 1466 w 1712"/>
                                    <a:gd name="T15" fmla="*/ 4090 h 7473"/>
                                    <a:gd name="T16" fmla="*/ 1459 w 1712"/>
                                    <a:gd name="T17" fmla="*/ 4416 h 7473"/>
                                    <a:gd name="T18" fmla="*/ 1445 w 1712"/>
                                    <a:gd name="T19" fmla="*/ 4908 h 7473"/>
                                    <a:gd name="T20" fmla="*/ 1279 w 1712"/>
                                    <a:gd name="T21" fmla="*/ 6180 h 7473"/>
                                    <a:gd name="T22" fmla="*/ 1241 w 1712"/>
                                    <a:gd name="T23" fmla="*/ 6454 h 7473"/>
                                    <a:gd name="T24" fmla="*/ 1274 w 1712"/>
                                    <a:gd name="T25" fmla="*/ 6595 h 7473"/>
                                    <a:gd name="T26" fmla="*/ 1241 w 1712"/>
                                    <a:gd name="T27" fmla="*/ 6739 h 7473"/>
                                    <a:gd name="T28" fmla="*/ 1238 w 1712"/>
                                    <a:gd name="T29" fmla="*/ 7063 h 7473"/>
                                    <a:gd name="T30" fmla="*/ 1089 w 1712"/>
                                    <a:gd name="T31" fmla="*/ 7430 h 7473"/>
                                    <a:gd name="T32" fmla="*/ 734 w 1712"/>
                                    <a:gd name="T33" fmla="*/ 7322 h 7473"/>
                                    <a:gd name="T34" fmla="*/ 581 w 1712"/>
                                    <a:gd name="T35" fmla="*/ 7051 h 7473"/>
                                    <a:gd name="T36" fmla="*/ 444 w 1712"/>
                                    <a:gd name="T37" fmla="*/ 6864 h 7473"/>
                                    <a:gd name="T38" fmla="*/ 403 w 1712"/>
                                    <a:gd name="T39" fmla="*/ 6643 h 7473"/>
                                    <a:gd name="T40" fmla="*/ 405 w 1712"/>
                                    <a:gd name="T41" fmla="*/ 6622 h 7473"/>
                                    <a:gd name="T42" fmla="*/ 393 w 1712"/>
                                    <a:gd name="T43" fmla="*/ 6583 h 7473"/>
                                    <a:gd name="T44" fmla="*/ 413 w 1712"/>
                                    <a:gd name="T45" fmla="*/ 6552 h 7473"/>
                                    <a:gd name="T46" fmla="*/ 449 w 1712"/>
                                    <a:gd name="T47" fmla="*/ 6533 h 7473"/>
                                    <a:gd name="T48" fmla="*/ 475 w 1712"/>
                                    <a:gd name="T49" fmla="*/ 6492 h 7473"/>
                                    <a:gd name="T50" fmla="*/ 501 w 1712"/>
                                    <a:gd name="T51" fmla="*/ 6475 h 7473"/>
                                    <a:gd name="T52" fmla="*/ 540 w 1712"/>
                                    <a:gd name="T53" fmla="*/ 6470 h 7473"/>
                                    <a:gd name="T54" fmla="*/ 566 w 1712"/>
                                    <a:gd name="T55" fmla="*/ 6432 h 7473"/>
                                    <a:gd name="T56" fmla="*/ 607 w 1712"/>
                                    <a:gd name="T57" fmla="*/ 6410 h 7473"/>
                                    <a:gd name="T58" fmla="*/ 638 w 1712"/>
                                    <a:gd name="T59" fmla="*/ 6410 h 7473"/>
                                    <a:gd name="T60" fmla="*/ 657 w 1712"/>
                                    <a:gd name="T61" fmla="*/ 6372 h 7473"/>
                                    <a:gd name="T62" fmla="*/ 691 w 1712"/>
                                    <a:gd name="T63" fmla="*/ 6350 h 7473"/>
                                    <a:gd name="T64" fmla="*/ 684 w 1712"/>
                                    <a:gd name="T65" fmla="*/ 6295 h 7473"/>
                                    <a:gd name="T66" fmla="*/ 619 w 1712"/>
                                    <a:gd name="T67" fmla="*/ 6038 h 7473"/>
                                    <a:gd name="T68" fmla="*/ 456 w 1712"/>
                                    <a:gd name="T69" fmla="*/ 5369 h 7473"/>
                                    <a:gd name="T70" fmla="*/ 348 w 1712"/>
                                    <a:gd name="T71" fmla="*/ 4546 h 7473"/>
                                    <a:gd name="T72" fmla="*/ 446 w 1712"/>
                                    <a:gd name="T73" fmla="*/ 3696 h 7473"/>
                                    <a:gd name="T74" fmla="*/ 391 w 1712"/>
                                    <a:gd name="T75" fmla="*/ 2712 h 7473"/>
                                    <a:gd name="T76" fmla="*/ 139 w 1712"/>
                                    <a:gd name="T77" fmla="*/ 1668 h 7473"/>
                                    <a:gd name="T78" fmla="*/ 36 w 1712"/>
                                    <a:gd name="T79" fmla="*/ 1090 h 7473"/>
                                    <a:gd name="T80" fmla="*/ 7 w 1712"/>
                                    <a:gd name="T81" fmla="*/ 660 h 7473"/>
                                    <a:gd name="T82" fmla="*/ 79 w 1712"/>
                                    <a:gd name="T83" fmla="*/ 0 h 7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12" h="7473">
                                      <a:moveTo>
                                        <a:pt x="1644" y="806"/>
                                      </a:moveTo>
                                      <a:cubicBezTo>
                                        <a:pt x="1652" y="838"/>
                                        <a:pt x="1677" y="921"/>
                                        <a:pt x="1687" y="996"/>
                                      </a:cubicBezTo>
                                      <a:cubicBezTo>
                                        <a:pt x="1697" y="1071"/>
                                        <a:pt x="1712" y="1106"/>
                                        <a:pt x="1706" y="1258"/>
                                      </a:cubicBezTo>
                                      <a:cubicBezTo>
                                        <a:pt x="1700" y="1410"/>
                                        <a:pt x="1664" y="1664"/>
                                        <a:pt x="1651" y="1908"/>
                                      </a:cubicBezTo>
                                      <a:cubicBezTo>
                                        <a:pt x="1638" y="2152"/>
                                        <a:pt x="1630" y="2500"/>
                                        <a:pt x="1627" y="2724"/>
                                      </a:cubicBezTo>
                                      <a:cubicBezTo>
                                        <a:pt x="1624" y="2948"/>
                                        <a:pt x="1644" y="3097"/>
                                        <a:pt x="1632" y="3252"/>
                                      </a:cubicBezTo>
                                      <a:cubicBezTo>
                                        <a:pt x="1620" y="3407"/>
                                        <a:pt x="1581" y="3515"/>
                                        <a:pt x="1553" y="3655"/>
                                      </a:cubicBezTo>
                                      <a:cubicBezTo>
                                        <a:pt x="1525" y="3795"/>
                                        <a:pt x="1482" y="3963"/>
                                        <a:pt x="1466" y="4090"/>
                                      </a:cubicBezTo>
                                      <a:cubicBezTo>
                                        <a:pt x="1450" y="4217"/>
                                        <a:pt x="1463" y="4280"/>
                                        <a:pt x="1459" y="4416"/>
                                      </a:cubicBezTo>
                                      <a:cubicBezTo>
                                        <a:pt x="1455" y="4552"/>
                                        <a:pt x="1475" y="4614"/>
                                        <a:pt x="1445" y="4908"/>
                                      </a:cubicBezTo>
                                      <a:cubicBezTo>
                                        <a:pt x="1415" y="5202"/>
                                        <a:pt x="1313" y="5922"/>
                                        <a:pt x="1279" y="6180"/>
                                      </a:cubicBezTo>
                                      <a:cubicBezTo>
                                        <a:pt x="1245" y="6438"/>
                                        <a:pt x="1242" y="6385"/>
                                        <a:pt x="1241" y="6454"/>
                                      </a:cubicBezTo>
                                      <a:cubicBezTo>
                                        <a:pt x="1240" y="6523"/>
                                        <a:pt x="1274" y="6548"/>
                                        <a:pt x="1274" y="6595"/>
                                      </a:cubicBezTo>
                                      <a:cubicBezTo>
                                        <a:pt x="1274" y="6642"/>
                                        <a:pt x="1247" y="6661"/>
                                        <a:pt x="1241" y="6739"/>
                                      </a:cubicBezTo>
                                      <a:cubicBezTo>
                                        <a:pt x="1235" y="6817"/>
                                        <a:pt x="1263" y="6948"/>
                                        <a:pt x="1238" y="7063"/>
                                      </a:cubicBezTo>
                                      <a:cubicBezTo>
                                        <a:pt x="1213" y="7178"/>
                                        <a:pt x="1173" y="7387"/>
                                        <a:pt x="1089" y="7430"/>
                                      </a:cubicBezTo>
                                      <a:cubicBezTo>
                                        <a:pt x="1005" y="7473"/>
                                        <a:pt x="819" y="7385"/>
                                        <a:pt x="734" y="7322"/>
                                      </a:cubicBezTo>
                                      <a:cubicBezTo>
                                        <a:pt x="649" y="7259"/>
                                        <a:pt x="629" y="7127"/>
                                        <a:pt x="581" y="7051"/>
                                      </a:cubicBezTo>
                                      <a:cubicBezTo>
                                        <a:pt x="533" y="6975"/>
                                        <a:pt x="474" y="6932"/>
                                        <a:pt x="444" y="6864"/>
                                      </a:cubicBezTo>
                                      <a:cubicBezTo>
                                        <a:pt x="414" y="6796"/>
                                        <a:pt x="409" y="6683"/>
                                        <a:pt x="403" y="6643"/>
                                      </a:cubicBezTo>
                                      <a:cubicBezTo>
                                        <a:pt x="397" y="6603"/>
                                        <a:pt x="407" y="6632"/>
                                        <a:pt x="405" y="6622"/>
                                      </a:cubicBezTo>
                                      <a:cubicBezTo>
                                        <a:pt x="403" y="6612"/>
                                        <a:pt x="392" y="6595"/>
                                        <a:pt x="393" y="6583"/>
                                      </a:cubicBezTo>
                                      <a:cubicBezTo>
                                        <a:pt x="394" y="6571"/>
                                        <a:pt x="404" y="6560"/>
                                        <a:pt x="413" y="6552"/>
                                      </a:cubicBezTo>
                                      <a:cubicBezTo>
                                        <a:pt x="422" y="6544"/>
                                        <a:pt x="439" y="6543"/>
                                        <a:pt x="449" y="6533"/>
                                      </a:cubicBezTo>
                                      <a:cubicBezTo>
                                        <a:pt x="459" y="6523"/>
                                        <a:pt x="466" y="6502"/>
                                        <a:pt x="475" y="6492"/>
                                      </a:cubicBezTo>
                                      <a:cubicBezTo>
                                        <a:pt x="484" y="6482"/>
                                        <a:pt x="490" y="6479"/>
                                        <a:pt x="501" y="6475"/>
                                      </a:cubicBezTo>
                                      <a:cubicBezTo>
                                        <a:pt x="512" y="6471"/>
                                        <a:pt x="529" y="6477"/>
                                        <a:pt x="540" y="6470"/>
                                      </a:cubicBezTo>
                                      <a:cubicBezTo>
                                        <a:pt x="551" y="6463"/>
                                        <a:pt x="555" y="6442"/>
                                        <a:pt x="566" y="6432"/>
                                      </a:cubicBezTo>
                                      <a:cubicBezTo>
                                        <a:pt x="577" y="6422"/>
                                        <a:pt x="595" y="6414"/>
                                        <a:pt x="607" y="6410"/>
                                      </a:cubicBezTo>
                                      <a:cubicBezTo>
                                        <a:pt x="619" y="6406"/>
                                        <a:pt x="630" y="6416"/>
                                        <a:pt x="638" y="6410"/>
                                      </a:cubicBezTo>
                                      <a:cubicBezTo>
                                        <a:pt x="646" y="6404"/>
                                        <a:pt x="648" y="6382"/>
                                        <a:pt x="657" y="6372"/>
                                      </a:cubicBezTo>
                                      <a:cubicBezTo>
                                        <a:pt x="666" y="6362"/>
                                        <a:pt x="687" y="6363"/>
                                        <a:pt x="691" y="6350"/>
                                      </a:cubicBezTo>
                                      <a:cubicBezTo>
                                        <a:pt x="695" y="6337"/>
                                        <a:pt x="696" y="6347"/>
                                        <a:pt x="684" y="6295"/>
                                      </a:cubicBezTo>
                                      <a:cubicBezTo>
                                        <a:pt x="672" y="6243"/>
                                        <a:pt x="657" y="6192"/>
                                        <a:pt x="619" y="6038"/>
                                      </a:cubicBezTo>
                                      <a:cubicBezTo>
                                        <a:pt x="581" y="5884"/>
                                        <a:pt x="501" y="5618"/>
                                        <a:pt x="456" y="5369"/>
                                      </a:cubicBezTo>
                                      <a:cubicBezTo>
                                        <a:pt x="411" y="5120"/>
                                        <a:pt x="350" y="4825"/>
                                        <a:pt x="348" y="4546"/>
                                      </a:cubicBezTo>
                                      <a:cubicBezTo>
                                        <a:pt x="346" y="4267"/>
                                        <a:pt x="439" y="4002"/>
                                        <a:pt x="446" y="3696"/>
                                      </a:cubicBezTo>
                                      <a:cubicBezTo>
                                        <a:pt x="453" y="3390"/>
                                        <a:pt x="442" y="3050"/>
                                        <a:pt x="391" y="2712"/>
                                      </a:cubicBezTo>
                                      <a:cubicBezTo>
                                        <a:pt x="340" y="2374"/>
                                        <a:pt x="198" y="1938"/>
                                        <a:pt x="139" y="1668"/>
                                      </a:cubicBezTo>
                                      <a:cubicBezTo>
                                        <a:pt x="80" y="1398"/>
                                        <a:pt x="58" y="1258"/>
                                        <a:pt x="36" y="1090"/>
                                      </a:cubicBezTo>
                                      <a:cubicBezTo>
                                        <a:pt x="14" y="922"/>
                                        <a:pt x="0" y="842"/>
                                        <a:pt x="7" y="660"/>
                                      </a:cubicBezTo>
                                      <a:cubicBezTo>
                                        <a:pt x="14" y="478"/>
                                        <a:pt x="46" y="239"/>
                                        <a:pt x="79"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521"/>
                              <wps:cNvSpPr>
                                <a:spLocks/>
                              </wps:cNvSpPr>
                              <wps:spPr bwMode="auto">
                                <a:xfrm>
                                  <a:off x="5310" y="9201"/>
                                  <a:ext cx="285" cy="948"/>
                                </a:xfrm>
                                <a:custGeom>
                                  <a:avLst/>
                                  <a:gdLst>
                                    <a:gd name="T0" fmla="*/ 8 w 285"/>
                                    <a:gd name="T1" fmla="*/ 20 h 948"/>
                                    <a:gd name="T2" fmla="*/ 124 w 285"/>
                                    <a:gd name="T3" fmla="*/ 267 h 948"/>
                                    <a:gd name="T4" fmla="*/ 253 w 285"/>
                                    <a:gd name="T5" fmla="*/ 579 h 948"/>
                                    <a:gd name="T6" fmla="*/ 280 w 285"/>
                                    <a:gd name="T7" fmla="*/ 718 h 948"/>
                                    <a:gd name="T8" fmla="*/ 224 w 285"/>
                                    <a:gd name="T9" fmla="*/ 833 h 948"/>
                                    <a:gd name="T10" fmla="*/ 97 w 285"/>
                                    <a:gd name="T11" fmla="*/ 944 h 948"/>
                                    <a:gd name="T12" fmla="*/ 143 w 285"/>
                                    <a:gd name="T13" fmla="*/ 855 h 948"/>
                                    <a:gd name="T14" fmla="*/ 248 w 285"/>
                                    <a:gd name="T15" fmla="*/ 728 h 948"/>
                                    <a:gd name="T16" fmla="*/ 188 w 285"/>
                                    <a:gd name="T17" fmla="*/ 581 h 948"/>
                                    <a:gd name="T18" fmla="*/ 107 w 285"/>
                                    <a:gd name="T19" fmla="*/ 490 h 948"/>
                                    <a:gd name="T20" fmla="*/ 73 w 285"/>
                                    <a:gd name="T21" fmla="*/ 385 h 948"/>
                                    <a:gd name="T22" fmla="*/ 8 w 285"/>
                                    <a:gd name="T23" fmla="*/ 20 h 9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5" h="948">
                                      <a:moveTo>
                                        <a:pt x="8" y="20"/>
                                      </a:moveTo>
                                      <a:cubicBezTo>
                                        <a:pt x="16" y="0"/>
                                        <a:pt x="83" y="174"/>
                                        <a:pt x="124" y="267"/>
                                      </a:cubicBezTo>
                                      <a:cubicBezTo>
                                        <a:pt x="165" y="360"/>
                                        <a:pt x="227" y="504"/>
                                        <a:pt x="253" y="579"/>
                                      </a:cubicBezTo>
                                      <a:cubicBezTo>
                                        <a:pt x="279" y="654"/>
                                        <a:pt x="285" y="676"/>
                                        <a:pt x="280" y="718"/>
                                      </a:cubicBezTo>
                                      <a:cubicBezTo>
                                        <a:pt x="275" y="760"/>
                                        <a:pt x="255" y="795"/>
                                        <a:pt x="224" y="833"/>
                                      </a:cubicBezTo>
                                      <a:cubicBezTo>
                                        <a:pt x="193" y="871"/>
                                        <a:pt x="110" y="940"/>
                                        <a:pt x="97" y="944"/>
                                      </a:cubicBezTo>
                                      <a:cubicBezTo>
                                        <a:pt x="84" y="948"/>
                                        <a:pt x="118" y="891"/>
                                        <a:pt x="143" y="855"/>
                                      </a:cubicBezTo>
                                      <a:cubicBezTo>
                                        <a:pt x="168" y="819"/>
                                        <a:pt x="241" y="774"/>
                                        <a:pt x="248" y="728"/>
                                      </a:cubicBezTo>
                                      <a:cubicBezTo>
                                        <a:pt x="255" y="682"/>
                                        <a:pt x="212" y="621"/>
                                        <a:pt x="188" y="581"/>
                                      </a:cubicBezTo>
                                      <a:cubicBezTo>
                                        <a:pt x="164" y="541"/>
                                        <a:pt x="126" y="523"/>
                                        <a:pt x="107" y="490"/>
                                      </a:cubicBezTo>
                                      <a:cubicBezTo>
                                        <a:pt x="88" y="457"/>
                                        <a:pt x="91" y="464"/>
                                        <a:pt x="73" y="385"/>
                                      </a:cubicBezTo>
                                      <a:cubicBezTo>
                                        <a:pt x="55" y="306"/>
                                        <a:pt x="0" y="40"/>
                                        <a:pt x="8" y="2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522"/>
                              <wps:cNvSpPr>
                                <a:spLocks/>
                              </wps:cNvSpPr>
                              <wps:spPr bwMode="auto">
                                <a:xfrm>
                                  <a:off x="5853" y="9741"/>
                                  <a:ext cx="58" cy="423"/>
                                </a:xfrm>
                                <a:custGeom>
                                  <a:avLst/>
                                  <a:gdLst>
                                    <a:gd name="T0" fmla="*/ 51 w 58"/>
                                    <a:gd name="T1" fmla="*/ 5 h 423"/>
                                    <a:gd name="T2" fmla="*/ 25 w 58"/>
                                    <a:gd name="T3" fmla="*/ 161 h 423"/>
                                    <a:gd name="T4" fmla="*/ 1 w 58"/>
                                    <a:gd name="T5" fmla="*/ 401 h 423"/>
                                    <a:gd name="T6" fmla="*/ 32 w 58"/>
                                    <a:gd name="T7" fmla="*/ 291 h 423"/>
                                    <a:gd name="T8" fmla="*/ 56 w 58"/>
                                    <a:gd name="T9" fmla="*/ 190 h 423"/>
                                    <a:gd name="T10" fmla="*/ 44 w 58"/>
                                    <a:gd name="T11" fmla="*/ 128 h 423"/>
                                    <a:gd name="T12" fmla="*/ 51 w 58"/>
                                    <a:gd name="T13" fmla="*/ 5 h 423"/>
                                  </a:gdLst>
                                  <a:ahLst/>
                                  <a:cxnLst>
                                    <a:cxn ang="0">
                                      <a:pos x="T0" y="T1"/>
                                    </a:cxn>
                                    <a:cxn ang="0">
                                      <a:pos x="T2" y="T3"/>
                                    </a:cxn>
                                    <a:cxn ang="0">
                                      <a:pos x="T4" y="T5"/>
                                    </a:cxn>
                                    <a:cxn ang="0">
                                      <a:pos x="T6" y="T7"/>
                                    </a:cxn>
                                    <a:cxn ang="0">
                                      <a:pos x="T8" y="T9"/>
                                    </a:cxn>
                                    <a:cxn ang="0">
                                      <a:pos x="T10" y="T11"/>
                                    </a:cxn>
                                    <a:cxn ang="0">
                                      <a:pos x="T12" y="T13"/>
                                    </a:cxn>
                                  </a:cxnLst>
                                  <a:rect l="0" t="0" r="r" b="b"/>
                                  <a:pathLst>
                                    <a:path w="58" h="423">
                                      <a:moveTo>
                                        <a:pt x="51" y="5"/>
                                      </a:moveTo>
                                      <a:cubicBezTo>
                                        <a:pt x="48" y="10"/>
                                        <a:pt x="33" y="95"/>
                                        <a:pt x="25" y="161"/>
                                      </a:cubicBezTo>
                                      <a:cubicBezTo>
                                        <a:pt x="17" y="227"/>
                                        <a:pt x="0" y="379"/>
                                        <a:pt x="1" y="401"/>
                                      </a:cubicBezTo>
                                      <a:cubicBezTo>
                                        <a:pt x="2" y="423"/>
                                        <a:pt x="23" y="326"/>
                                        <a:pt x="32" y="291"/>
                                      </a:cubicBezTo>
                                      <a:cubicBezTo>
                                        <a:pt x="41" y="256"/>
                                        <a:pt x="54" y="217"/>
                                        <a:pt x="56" y="190"/>
                                      </a:cubicBezTo>
                                      <a:cubicBezTo>
                                        <a:pt x="58" y="163"/>
                                        <a:pt x="44" y="157"/>
                                        <a:pt x="44" y="128"/>
                                      </a:cubicBezTo>
                                      <a:cubicBezTo>
                                        <a:pt x="44" y="99"/>
                                        <a:pt x="54" y="0"/>
                                        <a:pt x="51" y="5"/>
                                      </a:cubicBez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523"/>
                              <wps:cNvSpPr>
                                <a:spLocks/>
                              </wps:cNvSpPr>
                              <wps:spPr bwMode="auto">
                                <a:xfrm>
                                  <a:off x="5138" y="9809"/>
                                  <a:ext cx="39" cy="19"/>
                                </a:xfrm>
                                <a:custGeom>
                                  <a:avLst/>
                                  <a:gdLst>
                                    <a:gd name="T0" fmla="*/ 0 w 39"/>
                                    <a:gd name="T1" fmla="*/ 0 h 19"/>
                                    <a:gd name="T2" fmla="*/ 27 w 39"/>
                                    <a:gd name="T3" fmla="*/ 7 h 19"/>
                                    <a:gd name="T4" fmla="*/ 39 w 39"/>
                                    <a:gd name="T5" fmla="*/ 19 h 19"/>
                                  </a:gdLst>
                                  <a:ahLst/>
                                  <a:cxnLst>
                                    <a:cxn ang="0">
                                      <a:pos x="T0" y="T1"/>
                                    </a:cxn>
                                    <a:cxn ang="0">
                                      <a:pos x="T2" y="T3"/>
                                    </a:cxn>
                                    <a:cxn ang="0">
                                      <a:pos x="T4" y="T5"/>
                                    </a:cxn>
                                  </a:cxnLst>
                                  <a:rect l="0" t="0" r="r" b="b"/>
                                  <a:pathLst>
                                    <a:path w="39" h="19">
                                      <a:moveTo>
                                        <a:pt x="0" y="0"/>
                                      </a:moveTo>
                                      <a:cubicBezTo>
                                        <a:pt x="10" y="2"/>
                                        <a:pt x="21" y="4"/>
                                        <a:pt x="27" y="7"/>
                                      </a:cubicBezTo>
                                      <a:cubicBezTo>
                                        <a:pt x="33" y="10"/>
                                        <a:pt x="36" y="14"/>
                                        <a:pt x="39" y="19"/>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524"/>
                              <wps:cNvSpPr>
                                <a:spLocks/>
                              </wps:cNvSpPr>
                              <wps:spPr bwMode="auto">
                                <a:xfrm>
                                  <a:off x="5222" y="9751"/>
                                  <a:ext cx="34" cy="12"/>
                                </a:xfrm>
                                <a:custGeom>
                                  <a:avLst/>
                                  <a:gdLst>
                                    <a:gd name="T0" fmla="*/ 0 w 34"/>
                                    <a:gd name="T1" fmla="*/ 0 h 12"/>
                                    <a:gd name="T2" fmla="*/ 34 w 34"/>
                                    <a:gd name="T3" fmla="*/ 12 h 12"/>
                                  </a:gdLst>
                                  <a:ahLst/>
                                  <a:cxnLst>
                                    <a:cxn ang="0">
                                      <a:pos x="T0" y="T1"/>
                                    </a:cxn>
                                    <a:cxn ang="0">
                                      <a:pos x="T2" y="T3"/>
                                    </a:cxn>
                                  </a:cxnLst>
                                  <a:rect l="0" t="0" r="r" b="b"/>
                                  <a:pathLst>
                                    <a:path w="34" h="12">
                                      <a:moveTo>
                                        <a:pt x="0" y="0"/>
                                      </a:moveTo>
                                      <a:cubicBezTo>
                                        <a:pt x="14" y="4"/>
                                        <a:pt x="28" y="8"/>
                                        <a:pt x="34" y="12"/>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525"/>
                              <wps:cNvSpPr>
                                <a:spLocks/>
                              </wps:cNvSpPr>
                              <wps:spPr bwMode="auto">
                                <a:xfrm>
                                  <a:off x="5316" y="9691"/>
                                  <a:ext cx="36" cy="15"/>
                                </a:xfrm>
                                <a:custGeom>
                                  <a:avLst/>
                                  <a:gdLst>
                                    <a:gd name="T0" fmla="*/ 0 w 36"/>
                                    <a:gd name="T1" fmla="*/ 0 h 15"/>
                                    <a:gd name="T2" fmla="*/ 36 w 36"/>
                                    <a:gd name="T3" fmla="*/ 15 h 15"/>
                                  </a:gdLst>
                                  <a:ahLst/>
                                  <a:cxnLst>
                                    <a:cxn ang="0">
                                      <a:pos x="T0" y="T1"/>
                                    </a:cxn>
                                    <a:cxn ang="0">
                                      <a:pos x="T2" y="T3"/>
                                    </a:cxn>
                                  </a:cxnLst>
                                  <a:rect l="0" t="0" r="r" b="b"/>
                                  <a:pathLst>
                                    <a:path w="36" h="15">
                                      <a:moveTo>
                                        <a:pt x="0" y="0"/>
                                      </a:moveTo>
                                      <a:cubicBezTo>
                                        <a:pt x="0" y="0"/>
                                        <a:pt x="18" y="7"/>
                                        <a:pt x="36" y="15"/>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526"/>
                              <wps:cNvSpPr>
                                <a:spLocks/>
                              </wps:cNvSpPr>
                              <wps:spPr bwMode="auto">
                                <a:xfrm>
                                  <a:off x="5360" y="3992"/>
                                  <a:ext cx="941" cy="250"/>
                                </a:xfrm>
                                <a:custGeom>
                                  <a:avLst/>
                                  <a:gdLst>
                                    <a:gd name="T0" fmla="*/ 0 w 941"/>
                                    <a:gd name="T1" fmla="*/ 136 h 250"/>
                                    <a:gd name="T2" fmla="*/ 381 w 941"/>
                                    <a:gd name="T3" fmla="*/ 203 h 250"/>
                                    <a:gd name="T4" fmla="*/ 614 w 941"/>
                                    <a:gd name="T5" fmla="*/ 201 h 250"/>
                                    <a:gd name="T6" fmla="*/ 844 w 941"/>
                                    <a:gd name="T7" fmla="*/ 81 h 250"/>
                                    <a:gd name="T8" fmla="*/ 935 w 941"/>
                                    <a:gd name="T9" fmla="*/ 4 h 250"/>
                                    <a:gd name="T10" fmla="*/ 880 w 941"/>
                                    <a:gd name="T11" fmla="*/ 107 h 250"/>
                                    <a:gd name="T12" fmla="*/ 717 w 941"/>
                                    <a:gd name="T13" fmla="*/ 203 h 250"/>
                                    <a:gd name="T14" fmla="*/ 570 w 941"/>
                                    <a:gd name="T15" fmla="*/ 246 h 250"/>
                                    <a:gd name="T16" fmla="*/ 350 w 941"/>
                                    <a:gd name="T17" fmla="*/ 225 h 250"/>
                                    <a:gd name="T18" fmla="*/ 0 w 941"/>
                                    <a:gd name="T19" fmla="*/ 136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1" h="250">
                                      <a:moveTo>
                                        <a:pt x="0" y="136"/>
                                      </a:moveTo>
                                      <a:cubicBezTo>
                                        <a:pt x="3" y="133"/>
                                        <a:pt x="279" y="192"/>
                                        <a:pt x="381" y="203"/>
                                      </a:cubicBezTo>
                                      <a:cubicBezTo>
                                        <a:pt x="483" y="214"/>
                                        <a:pt x="537" y="221"/>
                                        <a:pt x="614" y="201"/>
                                      </a:cubicBezTo>
                                      <a:cubicBezTo>
                                        <a:pt x="691" y="181"/>
                                        <a:pt x="790" y="114"/>
                                        <a:pt x="844" y="81"/>
                                      </a:cubicBezTo>
                                      <a:cubicBezTo>
                                        <a:pt x="898" y="48"/>
                                        <a:pt x="929" y="0"/>
                                        <a:pt x="935" y="4"/>
                                      </a:cubicBezTo>
                                      <a:cubicBezTo>
                                        <a:pt x="941" y="8"/>
                                        <a:pt x="916" y="74"/>
                                        <a:pt x="880" y="107"/>
                                      </a:cubicBezTo>
                                      <a:cubicBezTo>
                                        <a:pt x="844" y="140"/>
                                        <a:pt x="769" y="180"/>
                                        <a:pt x="717" y="203"/>
                                      </a:cubicBezTo>
                                      <a:cubicBezTo>
                                        <a:pt x="665" y="226"/>
                                        <a:pt x="631" y="242"/>
                                        <a:pt x="570" y="246"/>
                                      </a:cubicBezTo>
                                      <a:cubicBezTo>
                                        <a:pt x="509" y="250"/>
                                        <a:pt x="445" y="243"/>
                                        <a:pt x="350" y="225"/>
                                      </a:cubicBezTo>
                                      <a:cubicBezTo>
                                        <a:pt x="255" y="207"/>
                                        <a:pt x="73" y="155"/>
                                        <a:pt x="0" y="13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527"/>
                              <wps:cNvSpPr>
                                <a:spLocks/>
                              </wps:cNvSpPr>
                              <wps:spPr bwMode="auto">
                                <a:xfrm>
                                  <a:off x="5276" y="6256"/>
                                  <a:ext cx="661" cy="639"/>
                                </a:xfrm>
                                <a:custGeom>
                                  <a:avLst/>
                                  <a:gdLst>
                                    <a:gd name="T0" fmla="*/ 564 w 661"/>
                                    <a:gd name="T1" fmla="*/ 272 h 639"/>
                                    <a:gd name="T2" fmla="*/ 604 w 661"/>
                                    <a:gd name="T3" fmla="*/ 488 h 639"/>
                                    <a:gd name="T4" fmla="*/ 580 w 661"/>
                                    <a:gd name="T5" fmla="*/ 592 h 639"/>
                                    <a:gd name="T6" fmla="*/ 348 w 661"/>
                                    <a:gd name="T7" fmla="*/ 544 h 639"/>
                                    <a:gd name="T8" fmla="*/ 164 w 661"/>
                                    <a:gd name="T9" fmla="*/ 520 h 639"/>
                                    <a:gd name="T10" fmla="*/ 132 w 661"/>
                                    <a:gd name="T11" fmla="*/ 392 h 639"/>
                                    <a:gd name="T12" fmla="*/ 148 w 661"/>
                                    <a:gd name="T13" fmla="*/ 16 h 639"/>
                                    <a:gd name="T14" fmla="*/ 36 w 661"/>
                                    <a:gd name="T15" fmla="*/ 296 h 639"/>
                                    <a:gd name="T16" fmla="*/ 36 w 661"/>
                                    <a:gd name="T17" fmla="*/ 528 h 639"/>
                                    <a:gd name="T18" fmla="*/ 252 w 661"/>
                                    <a:gd name="T19" fmla="*/ 560 h 639"/>
                                    <a:gd name="T20" fmla="*/ 524 w 661"/>
                                    <a:gd name="T21" fmla="*/ 624 h 639"/>
                                    <a:gd name="T22" fmla="*/ 652 w 661"/>
                                    <a:gd name="T23" fmla="*/ 576 h 639"/>
                                    <a:gd name="T24" fmla="*/ 564 w 661"/>
                                    <a:gd name="T25" fmla="*/ 27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1" h="639">
                                      <a:moveTo>
                                        <a:pt x="564" y="272"/>
                                      </a:moveTo>
                                      <a:cubicBezTo>
                                        <a:pt x="556" y="257"/>
                                        <a:pt x="601" y="435"/>
                                        <a:pt x="604" y="488"/>
                                      </a:cubicBezTo>
                                      <a:cubicBezTo>
                                        <a:pt x="607" y="541"/>
                                        <a:pt x="623" y="583"/>
                                        <a:pt x="580" y="592"/>
                                      </a:cubicBezTo>
                                      <a:cubicBezTo>
                                        <a:pt x="537" y="601"/>
                                        <a:pt x="417" y="556"/>
                                        <a:pt x="348" y="544"/>
                                      </a:cubicBezTo>
                                      <a:cubicBezTo>
                                        <a:pt x="279" y="532"/>
                                        <a:pt x="200" y="545"/>
                                        <a:pt x="164" y="520"/>
                                      </a:cubicBezTo>
                                      <a:cubicBezTo>
                                        <a:pt x="128" y="495"/>
                                        <a:pt x="135" y="476"/>
                                        <a:pt x="132" y="392"/>
                                      </a:cubicBezTo>
                                      <a:cubicBezTo>
                                        <a:pt x="129" y="308"/>
                                        <a:pt x="164" y="32"/>
                                        <a:pt x="148" y="16"/>
                                      </a:cubicBezTo>
                                      <a:cubicBezTo>
                                        <a:pt x="132" y="0"/>
                                        <a:pt x="55" y="211"/>
                                        <a:pt x="36" y="296"/>
                                      </a:cubicBezTo>
                                      <a:cubicBezTo>
                                        <a:pt x="17" y="381"/>
                                        <a:pt x="0" y="484"/>
                                        <a:pt x="36" y="528"/>
                                      </a:cubicBezTo>
                                      <a:cubicBezTo>
                                        <a:pt x="72" y="572"/>
                                        <a:pt x="171" y="544"/>
                                        <a:pt x="252" y="560"/>
                                      </a:cubicBezTo>
                                      <a:cubicBezTo>
                                        <a:pt x="333" y="576"/>
                                        <a:pt x="457" y="621"/>
                                        <a:pt x="524" y="624"/>
                                      </a:cubicBezTo>
                                      <a:cubicBezTo>
                                        <a:pt x="591" y="627"/>
                                        <a:pt x="643" y="639"/>
                                        <a:pt x="652" y="576"/>
                                      </a:cubicBezTo>
                                      <a:cubicBezTo>
                                        <a:pt x="661" y="513"/>
                                        <a:pt x="572" y="287"/>
                                        <a:pt x="564" y="27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528"/>
                              <wps:cNvSpPr>
                                <a:spLocks/>
                              </wps:cNvSpPr>
                              <wps:spPr bwMode="auto">
                                <a:xfrm>
                                  <a:off x="5370" y="5460"/>
                                  <a:ext cx="174" cy="1824"/>
                                </a:xfrm>
                                <a:custGeom>
                                  <a:avLst/>
                                  <a:gdLst>
                                    <a:gd name="T0" fmla="*/ 174 w 174"/>
                                    <a:gd name="T1" fmla="*/ 0 h 1824"/>
                                    <a:gd name="T2" fmla="*/ 162 w 174"/>
                                    <a:gd name="T3" fmla="*/ 444 h 1824"/>
                                    <a:gd name="T4" fmla="*/ 168 w 174"/>
                                    <a:gd name="T5" fmla="*/ 870 h 1824"/>
                                    <a:gd name="T6" fmla="*/ 168 w 174"/>
                                    <a:gd name="T7" fmla="*/ 1320 h 1824"/>
                                    <a:gd name="T8" fmla="*/ 150 w 174"/>
                                    <a:gd name="T9" fmla="*/ 1506 h 1824"/>
                                    <a:gd name="T10" fmla="*/ 72 w 174"/>
                                    <a:gd name="T11" fmla="*/ 1650 h 1824"/>
                                    <a:gd name="T12" fmla="*/ 0 w 174"/>
                                    <a:gd name="T13" fmla="*/ 1824 h 1824"/>
                                  </a:gdLst>
                                  <a:ahLst/>
                                  <a:cxnLst>
                                    <a:cxn ang="0">
                                      <a:pos x="T0" y="T1"/>
                                    </a:cxn>
                                    <a:cxn ang="0">
                                      <a:pos x="T2" y="T3"/>
                                    </a:cxn>
                                    <a:cxn ang="0">
                                      <a:pos x="T4" y="T5"/>
                                    </a:cxn>
                                    <a:cxn ang="0">
                                      <a:pos x="T6" y="T7"/>
                                    </a:cxn>
                                    <a:cxn ang="0">
                                      <a:pos x="T8" y="T9"/>
                                    </a:cxn>
                                    <a:cxn ang="0">
                                      <a:pos x="T10" y="T11"/>
                                    </a:cxn>
                                    <a:cxn ang="0">
                                      <a:pos x="T12" y="T13"/>
                                    </a:cxn>
                                  </a:cxnLst>
                                  <a:rect l="0" t="0" r="r" b="b"/>
                                  <a:pathLst>
                                    <a:path w="174" h="1824">
                                      <a:moveTo>
                                        <a:pt x="174" y="0"/>
                                      </a:moveTo>
                                      <a:cubicBezTo>
                                        <a:pt x="174" y="74"/>
                                        <a:pt x="163" y="299"/>
                                        <a:pt x="162" y="444"/>
                                      </a:cubicBezTo>
                                      <a:cubicBezTo>
                                        <a:pt x="161" y="589"/>
                                        <a:pt x="167" y="724"/>
                                        <a:pt x="168" y="870"/>
                                      </a:cubicBezTo>
                                      <a:cubicBezTo>
                                        <a:pt x="169" y="1016"/>
                                        <a:pt x="171" y="1214"/>
                                        <a:pt x="168" y="1320"/>
                                      </a:cubicBezTo>
                                      <a:cubicBezTo>
                                        <a:pt x="165" y="1426"/>
                                        <a:pt x="166" y="1451"/>
                                        <a:pt x="150" y="1506"/>
                                      </a:cubicBezTo>
                                      <a:cubicBezTo>
                                        <a:pt x="134" y="1561"/>
                                        <a:pt x="97" y="1597"/>
                                        <a:pt x="72" y="1650"/>
                                      </a:cubicBezTo>
                                      <a:cubicBezTo>
                                        <a:pt x="47" y="1703"/>
                                        <a:pt x="15" y="1788"/>
                                        <a:pt x="0" y="18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529"/>
                              <wps:cNvSpPr>
                                <a:spLocks/>
                              </wps:cNvSpPr>
                              <wps:spPr bwMode="auto">
                                <a:xfrm>
                                  <a:off x="5670" y="5460"/>
                                  <a:ext cx="168" cy="2364"/>
                                </a:xfrm>
                                <a:custGeom>
                                  <a:avLst/>
                                  <a:gdLst>
                                    <a:gd name="T0" fmla="*/ 30 w 168"/>
                                    <a:gd name="T1" fmla="*/ 0 h 2364"/>
                                    <a:gd name="T2" fmla="*/ 6 w 168"/>
                                    <a:gd name="T3" fmla="*/ 540 h 2364"/>
                                    <a:gd name="T4" fmla="*/ 0 w 168"/>
                                    <a:gd name="T5" fmla="*/ 1008 h 2364"/>
                                    <a:gd name="T6" fmla="*/ 6 w 168"/>
                                    <a:gd name="T7" fmla="*/ 1410 h 2364"/>
                                    <a:gd name="T8" fmla="*/ 36 w 168"/>
                                    <a:gd name="T9" fmla="*/ 1614 h 2364"/>
                                    <a:gd name="T10" fmla="*/ 102 w 168"/>
                                    <a:gd name="T11" fmla="*/ 1836 h 2364"/>
                                    <a:gd name="T12" fmla="*/ 138 w 168"/>
                                    <a:gd name="T13" fmla="*/ 2016 h 2364"/>
                                    <a:gd name="T14" fmla="*/ 168 w 168"/>
                                    <a:gd name="T15" fmla="*/ 2364 h 23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8" h="2364">
                                      <a:moveTo>
                                        <a:pt x="30" y="0"/>
                                      </a:moveTo>
                                      <a:cubicBezTo>
                                        <a:pt x="24" y="90"/>
                                        <a:pt x="11" y="372"/>
                                        <a:pt x="6" y="540"/>
                                      </a:cubicBezTo>
                                      <a:cubicBezTo>
                                        <a:pt x="1" y="708"/>
                                        <a:pt x="0" y="863"/>
                                        <a:pt x="0" y="1008"/>
                                      </a:cubicBezTo>
                                      <a:cubicBezTo>
                                        <a:pt x="0" y="1153"/>
                                        <a:pt x="0" y="1309"/>
                                        <a:pt x="6" y="1410"/>
                                      </a:cubicBezTo>
                                      <a:cubicBezTo>
                                        <a:pt x="12" y="1511"/>
                                        <a:pt x="20" y="1543"/>
                                        <a:pt x="36" y="1614"/>
                                      </a:cubicBezTo>
                                      <a:cubicBezTo>
                                        <a:pt x="52" y="1685"/>
                                        <a:pt x="85" y="1769"/>
                                        <a:pt x="102" y="1836"/>
                                      </a:cubicBezTo>
                                      <a:cubicBezTo>
                                        <a:pt x="119" y="1903"/>
                                        <a:pt x="127" y="1928"/>
                                        <a:pt x="138" y="2016"/>
                                      </a:cubicBezTo>
                                      <a:cubicBezTo>
                                        <a:pt x="149" y="2104"/>
                                        <a:pt x="158" y="2234"/>
                                        <a:pt x="168" y="236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530"/>
                              <wps:cNvSpPr>
                                <a:spLocks/>
                              </wps:cNvSpPr>
                              <wps:spPr bwMode="auto">
                                <a:xfrm>
                                  <a:off x="5448" y="6989"/>
                                  <a:ext cx="174" cy="793"/>
                                </a:xfrm>
                                <a:custGeom>
                                  <a:avLst/>
                                  <a:gdLst>
                                    <a:gd name="T0" fmla="*/ 0 w 174"/>
                                    <a:gd name="T1" fmla="*/ 301 h 793"/>
                                    <a:gd name="T2" fmla="*/ 72 w 174"/>
                                    <a:gd name="T3" fmla="*/ 121 h 793"/>
                                    <a:gd name="T4" fmla="*/ 149 w 174"/>
                                    <a:gd name="T5" fmla="*/ 2 h 793"/>
                                    <a:gd name="T6" fmla="*/ 168 w 174"/>
                                    <a:gd name="T7" fmla="*/ 133 h 793"/>
                                    <a:gd name="T8" fmla="*/ 168 w 174"/>
                                    <a:gd name="T9" fmla="*/ 253 h 793"/>
                                    <a:gd name="T10" fmla="*/ 132 w 174"/>
                                    <a:gd name="T11" fmla="*/ 409 h 793"/>
                                    <a:gd name="T12" fmla="*/ 96 w 174"/>
                                    <a:gd name="T13" fmla="*/ 793 h 793"/>
                                  </a:gdLst>
                                  <a:ahLst/>
                                  <a:cxnLst>
                                    <a:cxn ang="0">
                                      <a:pos x="T0" y="T1"/>
                                    </a:cxn>
                                    <a:cxn ang="0">
                                      <a:pos x="T2" y="T3"/>
                                    </a:cxn>
                                    <a:cxn ang="0">
                                      <a:pos x="T4" y="T5"/>
                                    </a:cxn>
                                    <a:cxn ang="0">
                                      <a:pos x="T6" y="T7"/>
                                    </a:cxn>
                                    <a:cxn ang="0">
                                      <a:pos x="T8" y="T9"/>
                                    </a:cxn>
                                    <a:cxn ang="0">
                                      <a:pos x="T10" y="T11"/>
                                    </a:cxn>
                                    <a:cxn ang="0">
                                      <a:pos x="T12" y="T13"/>
                                    </a:cxn>
                                  </a:cxnLst>
                                  <a:rect l="0" t="0" r="r" b="b"/>
                                  <a:pathLst>
                                    <a:path w="174" h="793">
                                      <a:moveTo>
                                        <a:pt x="0" y="301"/>
                                      </a:moveTo>
                                      <a:cubicBezTo>
                                        <a:pt x="12" y="270"/>
                                        <a:pt x="47" y="171"/>
                                        <a:pt x="72" y="121"/>
                                      </a:cubicBezTo>
                                      <a:cubicBezTo>
                                        <a:pt x="97" y="71"/>
                                        <a:pt x="133" y="0"/>
                                        <a:pt x="149" y="2"/>
                                      </a:cubicBezTo>
                                      <a:cubicBezTo>
                                        <a:pt x="165" y="4"/>
                                        <a:pt x="165" y="91"/>
                                        <a:pt x="168" y="133"/>
                                      </a:cubicBezTo>
                                      <a:cubicBezTo>
                                        <a:pt x="171" y="175"/>
                                        <a:pt x="174" y="207"/>
                                        <a:pt x="168" y="253"/>
                                      </a:cubicBezTo>
                                      <a:cubicBezTo>
                                        <a:pt x="162" y="299"/>
                                        <a:pt x="144" y="319"/>
                                        <a:pt x="132" y="409"/>
                                      </a:cubicBezTo>
                                      <a:cubicBezTo>
                                        <a:pt x="120" y="499"/>
                                        <a:pt x="108" y="646"/>
                                        <a:pt x="96" y="79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531"/>
                              <wps:cNvSpPr>
                                <a:spLocks/>
                              </wps:cNvSpPr>
                              <wps:spPr bwMode="auto">
                                <a:xfrm>
                                  <a:off x="5614" y="7262"/>
                                  <a:ext cx="160" cy="567"/>
                                </a:xfrm>
                                <a:custGeom>
                                  <a:avLst/>
                                  <a:gdLst>
                                    <a:gd name="T0" fmla="*/ 0 w 160"/>
                                    <a:gd name="T1" fmla="*/ 528 h 567"/>
                                    <a:gd name="T2" fmla="*/ 9 w 160"/>
                                    <a:gd name="T3" fmla="*/ 327 h 567"/>
                                    <a:gd name="T4" fmla="*/ 33 w 160"/>
                                    <a:gd name="T5" fmla="*/ 104 h 567"/>
                                    <a:gd name="T6" fmla="*/ 69 w 160"/>
                                    <a:gd name="T7" fmla="*/ 5 h 567"/>
                                    <a:gd name="T8" fmla="*/ 100 w 160"/>
                                    <a:gd name="T9" fmla="*/ 72 h 567"/>
                                    <a:gd name="T10" fmla="*/ 129 w 160"/>
                                    <a:gd name="T11" fmla="*/ 219 h 567"/>
                                    <a:gd name="T12" fmla="*/ 160 w 160"/>
                                    <a:gd name="T13" fmla="*/ 567 h 567"/>
                                  </a:gdLst>
                                  <a:ahLst/>
                                  <a:cxnLst>
                                    <a:cxn ang="0">
                                      <a:pos x="T0" y="T1"/>
                                    </a:cxn>
                                    <a:cxn ang="0">
                                      <a:pos x="T2" y="T3"/>
                                    </a:cxn>
                                    <a:cxn ang="0">
                                      <a:pos x="T4" y="T5"/>
                                    </a:cxn>
                                    <a:cxn ang="0">
                                      <a:pos x="T6" y="T7"/>
                                    </a:cxn>
                                    <a:cxn ang="0">
                                      <a:pos x="T8" y="T9"/>
                                    </a:cxn>
                                    <a:cxn ang="0">
                                      <a:pos x="T10" y="T11"/>
                                    </a:cxn>
                                    <a:cxn ang="0">
                                      <a:pos x="T12" y="T13"/>
                                    </a:cxn>
                                  </a:cxnLst>
                                  <a:rect l="0" t="0" r="r" b="b"/>
                                  <a:pathLst>
                                    <a:path w="160" h="567">
                                      <a:moveTo>
                                        <a:pt x="0" y="528"/>
                                      </a:moveTo>
                                      <a:cubicBezTo>
                                        <a:pt x="2" y="463"/>
                                        <a:pt x="4" y="398"/>
                                        <a:pt x="9" y="327"/>
                                      </a:cubicBezTo>
                                      <a:cubicBezTo>
                                        <a:pt x="14" y="256"/>
                                        <a:pt x="23" y="158"/>
                                        <a:pt x="33" y="104"/>
                                      </a:cubicBezTo>
                                      <a:cubicBezTo>
                                        <a:pt x="43" y="50"/>
                                        <a:pt x="58" y="10"/>
                                        <a:pt x="69" y="5"/>
                                      </a:cubicBezTo>
                                      <a:cubicBezTo>
                                        <a:pt x="80" y="0"/>
                                        <a:pt x="90" y="36"/>
                                        <a:pt x="100" y="72"/>
                                      </a:cubicBezTo>
                                      <a:cubicBezTo>
                                        <a:pt x="110" y="108"/>
                                        <a:pt x="119" y="137"/>
                                        <a:pt x="129" y="219"/>
                                      </a:cubicBezTo>
                                      <a:cubicBezTo>
                                        <a:pt x="139" y="301"/>
                                        <a:pt x="154" y="495"/>
                                        <a:pt x="160" y="5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8FBEC7" id="Group 519" o:spid="_x0000_s1026" style="position:absolute;margin-left:317.7pt;margin-top:3.3pt;width:85.6pt;height:373.65pt;z-index:251653120;mso-position-horizontal-relative:page;mso-position-vertical-relative:page" coordorigin="4685,3276" coordsize="1712,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">
                      <v:shape id="Freeform 520" o:spid="_x0000_s1027" style="position:absolute;left:4685;top:3276;width:1712;height:7473;visibility:visible;mso-wrap-style:square;v-text-anchor:top" coordsize="1712,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" path="m1644,806v8,32,33,115,43,190c1697,1071,1712,1106,1706,1258v-6,152,-42,406,-55,650c1638,2152,1630,2500,1627,2724v-3,224,17,373,5,528c1620,3407,1581,3515,1553,3655v-28,140,-71,308,-87,435c1450,4217,1463,4280,1459,4416v-4,136,16,198,-14,492c1415,5202,1313,5922,1279,6180v-34,258,-37,205,-38,274c1240,6523,1274,6548,1274,6595v,47,-27,66,-33,144c1235,6817,1263,6948,1238,7063v-25,115,-65,324,-149,367c1005,7473,819,7385,734,7322,649,7259,629,7127,581,7051,533,6975,474,6932,444,6864v-30,-68,-35,-181,-41,-221c397,6603,407,6632,405,6622v-2,-10,-13,-27,-12,-39c394,6571,404,6560,413,6552v9,-8,26,-9,36,-19c459,6523,466,6502,475,6492v9,-10,15,-13,26,-17c512,6471,529,6477,540,6470v11,-7,15,-28,26,-38c577,6422,595,6414,607,6410v12,-4,23,6,31,c646,6404,648,6382,657,6372v9,-10,30,-9,34,-22c695,6337,696,6347,684,6295v-12,-52,-27,-103,-65,-257c581,5884,501,5618,456,5369,411,5120,350,4825,348,4546v-2,-279,91,-544,98,-850c453,3390,442,3050,391,2712,340,2374,198,1938,139,1668,80,1398,58,1258,36,1090,14,922,,842,7,660,14,478,46,239,79,e" filled="f" strokecolor="gray" strokeweight="1pt">
                        <v:path arrowok="t" o:connecttype="custom" o:connectlocs="1644,806;1687,996;1706,1258;1651,1908;1627,2724;1632,3252;1553,3655;1466,4090;1459,4416;1445,4908;1279,6180;1241,6454;1274,6595;1241,6739;1238,7063;1089,7430;734,7322;581,7051;444,6864;403,6643;405,6622;393,6583;413,6552;449,6533;475,6492;501,6475;540,6470;566,6432;607,6410;638,6410;657,6372;691,6350;684,6295;619,6038;456,5369;348,4546;446,3696;391,2712;139,1668;36,1090;7,660;79,0" o:connectangles="0,0,0,0,0,0,0,0,0,0,0,0,0,0,0,0,0,0,0,0,0,0,0,0,0,0,0,0,0,0,0,0,0,0,0,0,0,0,0,0,0,0"/>
                      </v:shape>
                      <v:shape id="Freeform 521" o:spid="_x0000_s1028" style="position:absolute;left:5310;top:9201;width:285;height:948;visibility:visible;mso-wrap-style:square;v-text-anchor:top" coordsize="28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" path="m8,20c16,,83,174,124,267v41,93,103,237,129,312c279,654,285,676,280,718v-5,42,-25,77,-56,115c193,871,110,940,97,944v-13,4,21,-53,46,-89c168,819,241,774,248,728,255,682,212,621,188,581,164,541,126,523,107,490,88,457,91,464,73,385,55,306,,40,8,20xe" fillcolor="#ddd" stroked="f">
                        <v:path arrowok="t" o:connecttype="custom" o:connectlocs="8,20;124,267;253,579;280,718;224,833;97,944;143,855;248,728;188,581;107,490;73,385;8,20" o:connectangles="0,0,0,0,0,0,0,0,0,0,0,0"/>
                      </v:shape>
                      <v:shape id="Freeform 522" o:spid="_x0000_s1029" style="position:absolute;left:5853;top:9741;width:58;height:423;visibility:visible;mso-wrap-style:square;v-text-anchor:top" coordsize="5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" path="m51,5c48,10,33,95,25,161,17,227,,379,1,401,2,423,23,326,32,291,41,256,54,217,56,190,58,163,44,157,44,128,44,99,54,,51,5xe" fillcolor="silver" stroked="f">
                        <v:path arrowok="t" o:connecttype="custom" o:connectlocs="51,5;25,161;1,401;32,291;56,190;44,128;51,5" o:connectangles="0,0,0,0,0,0,0"/>
                      </v:shape>
                      <v:shape id="Freeform 523" o:spid="_x0000_s1030" style="position:absolute;left:5138;top:9809;width:39;height:19;visibility:visible;mso-wrap-style:square;v-text-anchor:top" coordsize="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" path="m,c10,2,21,4,27,7v6,3,9,7,12,12e" filled="f" strokecolor="gray">
                        <v:path arrowok="t" o:connecttype="custom" o:connectlocs="0,0;27,7;39,19" o:connectangles="0,0,0"/>
                      </v:shape>
                      <v:shape id="Freeform 524" o:spid="_x0000_s1031" style="position:absolute;left:5222;top:9751;width:34;height:12;visibility:visible;mso-wrap-style:square;v-text-anchor:top"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" path="m,c14,4,28,8,34,12e" filled="f" strokecolor="gray">
                        <v:path arrowok="t" o:connecttype="custom" o:connectlocs="0,0;34,12" o:connectangles="0,0"/>
                      </v:shape>
                      <v:shape id="Freeform 525" o:spid="_x0000_s1032" style="position:absolute;left:5316;top:9691;width:36;height:15;visibility:visible;mso-wrap-style:square;v-text-anchor:top" coordsize="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" path="m,c,,18,7,36,15e" filled="f" strokecolor="gray">
                        <v:path arrowok="t" o:connecttype="custom" o:connectlocs="0,0;36,15" o:connectangles="0,0"/>
                      </v:shape>
                      <v:shape id="Freeform 526" o:spid="_x0000_s1033" style="position:absolute;left:5360;top:3992;width:941;height:250;visibility:visible;mso-wrap-style:square;v-text-anchor:top" coordsize="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" path="m,136v3,-3,279,56,381,67c483,214,537,221,614,201,691,181,790,114,844,81,898,48,929,,935,4v6,4,-19,70,-55,103c844,140,769,180,717,203v-52,23,-86,39,-147,43c509,250,445,243,350,225,255,207,73,155,,136xe" fillcolor="#ddd" stroked="f">
                        <v:path arrowok="t" o:connecttype="custom" o:connectlocs="0,136;381,203;614,201;844,81;935,4;880,107;717,203;570,246;350,225;0,136" o:connectangles="0,0,0,0,0,0,0,0,0,0"/>
                      </v:shape>
                      <v:shape id="Freeform 527" o:spid="_x0000_s1034" style="position:absolute;left:5276;top:6256;width:661;height:639;visibility:visible;mso-wrap-style:square;v-text-anchor:top" coordsize="66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" path="m564,272v-8,-15,37,163,40,216c607,541,623,583,580,592,537,601,417,556,348,544,279,532,200,545,164,520,128,495,135,476,132,392,129,308,164,32,148,16,132,,55,211,36,296,17,381,,484,36,528v36,44,135,16,216,32c333,576,457,621,524,624v67,3,119,15,128,-48c661,513,572,287,564,272xe" fillcolor="#ddd" stroked="f">
                        <v:path arrowok="t" o:connecttype="custom" o:connectlocs="564,272;604,488;580,592;348,544;164,520;132,392;148,16;36,296;36,528;252,560;524,624;652,576;564,272" o:connectangles="0,0,0,0,0,0,0,0,0,0,0,0,0"/>
                      </v:shape>
                      <v:shape id="Freeform 528" o:spid="_x0000_s1035" style="position:absolute;left:5370;top:5460;width:174;height:1824;visibility:visible;mso-wrap-style:square;v-text-anchor:top" coordsize="174,1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" path="m174,v,74,-11,299,-12,444c161,589,167,724,168,870v1,146,3,344,,450c165,1426,166,1451,150,1506v-16,55,-53,91,-78,144c47,1703,15,1788,,1824e" filled="f">
                        <v:path arrowok="t" o:connecttype="custom" o:connectlocs="174,0;162,444;168,870;168,1320;150,1506;72,1650;0,1824" o:connectangles="0,0,0,0,0,0,0"/>
                      </v:shape>
                      <v:shape id="Freeform 529" o:spid="_x0000_s1036" style="position:absolute;left:5670;top:5460;width:168;height:2364;visibility:visible;mso-wrap-style:square;v-text-anchor:top" coordsize="168,2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" path="m30,c24,90,11,372,6,540,1,708,,863,,1008v,145,,301,6,402c12,1511,20,1543,36,1614v16,71,49,155,66,222c119,1903,127,1928,138,2016v11,88,20,218,30,348e" filled="f">
                        <v:path arrowok="t" o:connecttype="custom" o:connectlocs="30,0;6,540;0,1008;6,1410;36,1614;102,1836;138,2016;168,2364" o:connectangles="0,0,0,0,0,0,0,0"/>
                      </v:shape>
                      <v:shape id="Freeform 530" o:spid="_x0000_s1037" style="position:absolute;left:5448;top:6989;width:174;height:793;visibility:visible;mso-wrap-style:square;v-text-anchor:top" coordsize="17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" path="m,301c12,270,47,171,72,121,97,71,133,,149,2v16,2,16,89,19,131c171,175,174,207,168,253v-6,46,-24,66,-36,156c120,499,108,646,96,793e" filled="f">
                        <v:path arrowok="t" o:connecttype="custom" o:connectlocs="0,301;72,121;149,2;168,133;168,253;132,409;96,793" o:connectangles="0,0,0,0,0,0,0"/>
                      </v:shape>
                      <v:shape id="Freeform 531" o:spid="_x0000_s1038" style="position:absolute;left:5614;top:7262;width:160;height:567;visibility:visible;mso-wrap-style:square;v-text-anchor:top" coordsize="16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" path="m,528c2,463,4,398,9,327,14,256,23,158,33,104,43,50,58,10,69,5,80,,90,36,100,72v10,36,19,65,29,147c139,301,154,495,160,567e" filled="f">
                        <v:path arrowok="t" o:connecttype="custom" o:connectlocs="0,528;9,327;33,104;69,5;100,72;129,219;160,567" o:connectangles="0,0,0,0,0,0,0"/>
                      </v:shape>
                      <w10:wrap anchorx="page" anchory="page"/>
                    </v:group>
                  </w:pict>
                </mc:Fallback>
              </mc:AlternateContent>
            </w:r>
          </w:p>
        </w:tc>
      </w:tr>
      <w:tr w:rsidR="00E00E93" w:rsidRPr="005A7201" w:rsidTr="005A7201">
        <w:tc>
          <w:tcPr>
            <w:tcW w:w="1724" w:type="dxa"/>
            <w:shd w:val="clear" w:color="auto" w:fill="E6E6E6"/>
            <w:tcMar>
              <w:top w:w="28" w:type="dxa"/>
              <w:left w:w="57" w:type="dxa"/>
              <w:bottom w:w="28" w:type="dxa"/>
              <w:right w:w="57" w:type="dxa"/>
            </w:tcMar>
          </w:tcPr>
          <w:p w:rsidR="00E00E93" w:rsidRPr="005A7201" w:rsidRDefault="00670343" w:rsidP="005A7201">
            <w:pPr>
              <w:tabs>
                <w:tab w:val="left" w:pos="2127"/>
              </w:tabs>
              <w:rPr>
                <w:rFonts w:ascii="Arial" w:hAnsi="Arial"/>
                <w:b/>
                <w:bCs/>
                <w:sz w:val="16"/>
                <w:szCs w:val="16"/>
              </w:rPr>
            </w:pPr>
            <w:r w:rsidRPr="005A7201">
              <w:rPr>
                <w:rFonts w:ascii="Arial" w:hAnsi="Arial" w:cs="Arial"/>
                <w:noProof/>
                <w:color w:val="808080"/>
                <w:sz w:val="16"/>
                <w:szCs w:val="16"/>
                <w:lang w:val="en-GB" w:eastAsia="en-GB"/>
              </w:rPr>
              <mc:AlternateContent>
                <mc:Choice Requires="wpg">
                  <w:drawing>
                    <wp:anchor distT="0" distB="0" distL="114300" distR="114300" simplePos="0" relativeHeight="251655168" behindDoc="0" locked="0" layoutInCell="1" allowOverlap="1">
                      <wp:simplePos x="0" y="0"/>
                      <wp:positionH relativeFrom="column">
                        <wp:posOffset>872490</wp:posOffset>
                      </wp:positionH>
                      <wp:positionV relativeFrom="paragraph">
                        <wp:posOffset>17780</wp:posOffset>
                      </wp:positionV>
                      <wp:extent cx="194945" cy="86995"/>
                      <wp:effectExtent l="11430" t="10160" r="12700" b="7620"/>
                      <wp:wrapNone/>
                      <wp:docPr id="16" name="Group 5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2461" y="11897"/>
                                <a:chExt cx="307" cy="137"/>
                              </a:xfrm>
                            </wpg:grpSpPr>
                            <wps:wsp>
                              <wps:cNvPr id="17" name="Line 535"/>
                              <wps:cNvCnPr>
                                <a:cxnSpLocks noChangeShapeType="1"/>
                              </wps:cNvCnPr>
                              <wps:spPr bwMode="auto">
                                <a:xfrm>
                                  <a:off x="2461" y="11897"/>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536"/>
                              <wps:cNvCnPr>
                                <a:cxnSpLocks noChangeShapeType="1"/>
                              </wps:cNvCnPr>
                              <wps:spPr bwMode="auto">
                                <a:xfrm>
                                  <a:off x="2461" y="12034"/>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F3F6D09" id="Group 534" o:spid="_x0000_s1026" style="position:absolute;margin-left:68.7pt;margin-top:1.4pt;width:15.35pt;height:6.85pt;z-index:251655168" coordorigin="2461,11897"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">
                      <v:line id="Line 535" o:spid="_x0000_s1027" style="position:absolute;visibility:visible;mso-wrap-style:square" from="2461,11897" to="2768,11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536" o:spid="_x0000_s1028" style="position:absolute;visibility:visible;mso-wrap-style:square" from="2461,12034" to="2768,1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w:pict>
                </mc:Fallback>
              </mc:AlternateContent>
            </w:r>
            <w:r w:rsidR="00E00E93" w:rsidRPr="005A7201">
              <w:rPr>
                <w:rFonts w:ascii="Arial" w:hAnsi="Arial" w:cs="Arial"/>
                <w:color w:val="808080"/>
                <w:sz w:val="16"/>
                <w:szCs w:val="16"/>
              </w:rPr>
              <w:t>Legend:</w:t>
            </w:r>
          </w:p>
        </w:tc>
        <w:tc>
          <w:tcPr>
            <w:tcW w:w="8029" w:type="dxa"/>
            <w:gridSpan w:val="2"/>
            <w:shd w:val="clear" w:color="auto" w:fill="E6E6E6"/>
            <w:tcMar>
              <w:top w:w="28" w:type="dxa"/>
              <w:left w:w="57" w:type="dxa"/>
              <w:bottom w:w="28" w:type="dxa"/>
              <w:right w:w="57" w:type="dxa"/>
            </w:tcMar>
            <w:vAlign w:val="center"/>
          </w:tcPr>
          <w:p w:rsidR="00E00E93" w:rsidRPr="005A7201" w:rsidRDefault="00670343" w:rsidP="005A7201">
            <w:pPr>
              <w:tabs>
                <w:tab w:val="left" w:pos="2127"/>
              </w:tabs>
              <w:rPr>
                <w:rFonts w:ascii="Arial" w:hAnsi="Arial"/>
                <w:b/>
                <w:bCs/>
                <w:sz w:val="16"/>
                <w:szCs w:val="16"/>
              </w:rPr>
            </w:pPr>
            <w:r w:rsidRPr="005A7201">
              <w:rPr>
                <w:rFonts w:ascii="Arial" w:hAnsi="Arial" w:cs="Arial"/>
                <w:noProof/>
                <w:color w:val="808080"/>
                <w:sz w:val="16"/>
                <w:szCs w:val="16"/>
                <w:lang w:val="en-GB" w:eastAsia="en-GB"/>
              </w:rPr>
              <mc:AlternateContent>
                <mc:Choice Requires="wpg">
                  <w:drawing>
                    <wp:anchor distT="0" distB="0" distL="114300" distR="114300" simplePos="0" relativeHeight="251658240" behindDoc="0" locked="0" layoutInCell="1" allowOverlap="1">
                      <wp:simplePos x="0" y="0"/>
                      <wp:positionH relativeFrom="column">
                        <wp:posOffset>3913505</wp:posOffset>
                      </wp:positionH>
                      <wp:positionV relativeFrom="paragraph">
                        <wp:posOffset>21590</wp:posOffset>
                      </wp:positionV>
                      <wp:extent cx="194945" cy="89535"/>
                      <wp:effectExtent l="13335" t="13970" r="10795" b="10795"/>
                      <wp:wrapNone/>
                      <wp:docPr id="12" name="Group 5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9535"/>
                                <a:chOff x="8876" y="11896"/>
                                <a:chExt cx="307" cy="141"/>
                              </a:xfrm>
                            </wpg:grpSpPr>
                            <wps:wsp>
                              <wps:cNvPr id="13" name="Freeform 547"/>
                              <wps:cNvSpPr>
                                <a:spLocks/>
                              </wps:cNvSpPr>
                              <wps:spPr bwMode="auto">
                                <a:xfrm>
                                  <a:off x="8908" y="11897"/>
                                  <a:ext cx="237" cy="140"/>
                                </a:xfrm>
                                <a:custGeom>
                                  <a:avLst/>
                                  <a:gdLst>
                                    <a:gd name="T0" fmla="*/ 0 w 237"/>
                                    <a:gd name="T1" fmla="*/ 0 h 140"/>
                                    <a:gd name="T2" fmla="*/ 22 w 237"/>
                                    <a:gd name="T3" fmla="*/ 67 h 140"/>
                                    <a:gd name="T4" fmla="*/ 0 w 237"/>
                                    <a:gd name="T5" fmla="*/ 140 h 140"/>
                                    <a:gd name="T6" fmla="*/ 237 w 237"/>
                                    <a:gd name="T7" fmla="*/ 138 h 140"/>
                                    <a:gd name="T8" fmla="*/ 217 w 237"/>
                                    <a:gd name="T9" fmla="*/ 67 h 140"/>
                                    <a:gd name="T10" fmla="*/ 236 w 237"/>
                                    <a:gd name="T11" fmla="*/ 0 h 140"/>
                                    <a:gd name="T12" fmla="*/ 0 w 237"/>
                                    <a:gd name="T13" fmla="*/ 0 h 140"/>
                                  </a:gdLst>
                                  <a:ahLst/>
                                  <a:cxnLst>
                                    <a:cxn ang="0">
                                      <a:pos x="T0" y="T1"/>
                                    </a:cxn>
                                    <a:cxn ang="0">
                                      <a:pos x="T2" y="T3"/>
                                    </a:cxn>
                                    <a:cxn ang="0">
                                      <a:pos x="T4" y="T5"/>
                                    </a:cxn>
                                    <a:cxn ang="0">
                                      <a:pos x="T6" y="T7"/>
                                    </a:cxn>
                                    <a:cxn ang="0">
                                      <a:pos x="T8" y="T9"/>
                                    </a:cxn>
                                    <a:cxn ang="0">
                                      <a:pos x="T10" y="T11"/>
                                    </a:cxn>
                                    <a:cxn ang="0">
                                      <a:pos x="T12" y="T13"/>
                                    </a:cxn>
                                  </a:cxnLst>
                                  <a:rect l="0" t="0" r="r" b="b"/>
                                  <a:pathLst>
                                    <a:path w="237" h="140">
                                      <a:moveTo>
                                        <a:pt x="0" y="0"/>
                                      </a:moveTo>
                                      <a:cubicBezTo>
                                        <a:pt x="25" y="65"/>
                                        <a:pt x="22" y="43"/>
                                        <a:pt x="22" y="67"/>
                                      </a:cubicBezTo>
                                      <a:cubicBezTo>
                                        <a:pt x="22" y="90"/>
                                        <a:pt x="25" y="69"/>
                                        <a:pt x="0" y="140"/>
                                      </a:cubicBezTo>
                                      <a:cubicBezTo>
                                        <a:pt x="118" y="139"/>
                                        <a:pt x="237" y="138"/>
                                        <a:pt x="237" y="138"/>
                                      </a:cubicBezTo>
                                      <a:cubicBezTo>
                                        <a:pt x="214" y="65"/>
                                        <a:pt x="217" y="90"/>
                                        <a:pt x="217" y="67"/>
                                      </a:cubicBezTo>
                                      <a:cubicBezTo>
                                        <a:pt x="216" y="45"/>
                                        <a:pt x="214" y="65"/>
                                        <a:pt x="236" y="0"/>
                                      </a:cubicBezTo>
                                      <a:cubicBezTo>
                                        <a:pt x="102" y="2"/>
                                        <a:pt x="0" y="0"/>
                                        <a:pt x="0" y="0"/>
                                      </a:cubicBez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Line 548"/>
                              <wps:cNvCnPr>
                                <a:cxnSpLocks noChangeShapeType="1"/>
                              </wps:cNvCnPr>
                              <wps:spPr bwMode="auto">
                                <a:xfrm>
                                  <a:off x="8876" y="11896"/>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49"/>
                              <wps:cNvCnPr>
                                <a:cxnSpLocks noChangeShapeType="1"/>
                              </wps:cNvCnPr>
                              <wps:spPr bwMode="auto">
                                <a:xfrm>
                                  <a:off x="8876" y="1203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BEEADCA" id="Group 546" o:spid="_x0000_s1026" style="position:absolute;margin-left:308.15pt;margin-top:1.7pt;width:15.35pt;height:7.05pt;z-index:251658240" coordorigin="8876,11896" coordsize="307,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">
                      <v:shape id="Freeform 547" o:spid="_x0000_s1027" style="position:absolute;left:8908;top:11897;width:237;height:140;visibility:visible;mso-wrap-style:square;v-text-anchor:top" coordsize="23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" path="m,c25,65,22,43,22,67v,23,3,2,-22,73c118,139,237,138,237,138,214,65,217,90,217,67,216,45,214,65,236,,102,2,,,,xe" fillcolor="#333" stroked="f">
                        <v:path arrowok="t" o:connecttype="custom" o:connectlocs="0,0;22,67;0,140;237,138;217,67;236,0;0,0" o:connectangles="0,0,0,0,0,0,0"/>
                      </v:shape>
                      <v:line id="Line 548" o:spid="_x0000_s1028" style="position:absolute;visibility:visible;mso-wrap-style:square" from="8876,11896" to="9183,11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g2LxAAAANsAAAAPAAAAZHJzL2Rvd25yZXYueG1sRE9La8JA&#10;EL4X+h+WEXqrG9sS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MQaDYvEAAAA2wAAAA8A&#10;AAAAAAAAAAAAAAAABwIAAGRycy9kb3ducmV2LnhtbFBLBQYAAAAAAwADALcAAAD4AgAAAAA=&#10;"/>
                      <v:line id="Line 549" o:spid="_x0000_s1029" style="position:absolute;visibility:visible;mso-wrap-style:square" from="8876,12033" to="9183,12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"/>
                    </v:group>
                  </w:pict>
                </mc:Fallback>
              </mc:AlternateContent>
            </w:r>
            <w:r w:rsidRPr="005A7201">
              <w:rPr>
                <w:rFonts w:ascii="Arial" w:hAnsi="Arial" w:cs="Arial"/>
                <w:noProof/>
                <w:color w:val="808080"/>
                <w:sz w:val="16"/>
                <w:szCs w:val="16"/>
                <w:lang w:val="en-GB" w:eastAsia="en-GB"/>
              </w:rPr>
              <mc:AlternateContent>
                <mc:Choice Requires="wpg">
                  <w:drawing>
                    <wp:anchor distT="0" distB="0" distL="114300" distR="114300" simplePos="0" relativeHeight="251657216" behindDoc="0" locked="0" layoutInCell="1" allowOverlap="1">
                      <wp:simplePos x="0" y="0"/>
                      <wp:positionH relativeFrom="column">
                        <wp:posOffset>2698750</wp:posOffset>
                      </wp:positionH>
                      <wp:positionV relativeFrom="paragraph">
                        <wp:posOffset>24130</wp:posOffset>
                      </wp:positionV>
                      <wp:extent cx="194945" cy="86995"/>
                      <wp:effectExtent l="8255" t="6985" r="6350" b="10795"/>
                      <wp:wrapNone/>
                      <wp:docPr id="7" name="Group 5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6904" y="11891"/>
                                <a:chExt cx="307" cy="137"/>
                              </a:xfrm>
                            </wpg:grpSpPr>
                            <wps:wsp>
                              <wps:cNvPr id="9" name="Line 542"/>
                              <wps:cNvCnPr>
                                <a:cxnSpLocks noChangeShapeType="1"/>
                              </wps:cNvCnPr>
                              <wps:spPr bwMode="auto">
                                <a:xfrm>
                                  <a:off x="6904" y="11891"/>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543"/>
                              <wps:cNvCnPr>
                                <a:cxnSpLocks noChangeShapeType="1"/>
                              </wps:cNvCnPr>
                              <wps:spPr bwMode="auto">
                                <a:xfrm>
                                  <a:off x="6904" y="1202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Freeform 544"/>
                              <wps:cNvSpPr>
                                <a:spLocks/>
                              </wps:cNvSpPr>
                              <wps:spPr bwMode="auto">
                                <a:xfrm>
                                  <a:off x="6923" y="11897"/>
                                  <a:ext cx="264" cy="48"/>
                                </a:xfrm>
                                <a:custGeom>
                                  <a:avLst/>
                                  <a:gdLst>
                                    <a:gd name="T0" fmla="*/ 0 w 264"/>
                                    <a:gd name="T1" fmla="*/ 0 h 48"/>
                                    <a:gd name="T2" fmla="*/ 39 w 264"/>
                                    <a:gd name="T3" fmla="*/ 31 h 48"/>
                                    <a:gd name="T4" fmla="*/ 77 w 264"/>
                                    <a:gd name="T5" fmla="*/ 34 h 48"/>
                                    <a:gd name="T6" fmla="*/ 109 w 264"/>
                                    <a:gd name="T7" fmla="*/ 48 h 48"/>
                                    <a:gd name="T8" fmla="*/ 133 w 264"/>
                                    <a:gd name="T9" fmla="*/ 31 h 48"/>
                                    <a:gd name="T10" fmla="*/ 169 w 264"/>
                                    <a:gd name="T11" fmla="*/ 41 h 48"/>
                                    <a:gd name="T12" fmla="*/ 212 w 264"/>
                                    <a:gd name="T13" fmla="*/ 41 h 48"/>
                                    <a:gd name="T14" fmla="*/ 241 w 264"/>
                                    <a:gd name="T15" fmla="*/ 33 h 48"/>
                                    <a:gd name="T16" fmla="*/ 264 w 264"/>
                                    <a:gd name="T17" fmla="*/ 0 h 48"/>
                                    <a:gd name="T18" fmla="*/ 0 w 264"/>
                                    <a:gd name="T19" fmla="*/ 0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4" h="48">
                                      <a:moveTo>
                                        <a:pt x="0" y="0"/>
                                      </a:moveTo>
                                      <a:lnTo>
                                        <a:pt x="39" y="31"/>
                                      </a:lnTo>
                                      <a:lnTo>
                                        <a:pt x="77" y="34"/>
                                      </a:lnTo>
                                      <a:lnTo>
                                        <a:pt x="109" y="48"/>
                                      </a:lnTo>
                                      <a:lnTo>
                                        <a:pt x="133" y="31"/>
                                      </a:lnTo>
                                      <a:lnTo>
                                        <a:pt x="169" y="41"/>
                                      </a:lnTo>
                                      <a:lnTo>
                                        <a:pt x="212" y="41"/>
                                      </a:lnTo>
                                      <a:lnTo>
                                        <a:pt x="241" y="33"/>
                                      </a:lnTo>
                                      <a:lnTo>
                                        <a:pt x="264"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45"/>
                              <wps:cNvSpPr>
                                <a:spLocks/>
                              </wps:cNvSpPr>
                              <wps:spPr bwMode="auto">
                                <a:xfrm>
                                  <a:off x="6926" y="11966"/>
                                  <a:ext cx="261" cy="56"/>
                                </a:xfrm>
                                <a:custGeom>
                                  <a:avLst/>
                                  <a:gdLst>
                                    <a:gd name="T0" fmla="*/ 0 w 261"/>
                                    <a:gd name="T1" fmla="*/ 56 h 56"/>
                                    <a:gd name="T2" fmla="*/ 32 w 261"/>
                                    <a:gd name="T3" fmla="*/ 24 h 56"/>
                                    <a:gd name="T4" fmla="*/ 72 w 261"/>
                                    <a:gd name="T5" fmla="*/ 3 h 56"/>
                                    <a:gd name="T6" fmla="*/ 115 w 261"/>
                                    <a:gd name="T7" fmla="*/ 22 h 56"/>
                                    <a:gd name="T8" fmla="*/ 136 w 261"/>
                                    <a:gd name="T9" fmla="*/ 0 h 56"/>
                                    <a:gd name="T10" fmla="*/ 172 w 261"/>
                                    <a:gd name="T11" fmla="*/ 15 h 56"/>
                                    <a:gd name="T12" fmla="*/ 197 w 261"/>
                                    <a:gd name="T13" fmla="*/ 8 h 56"/>
                                    <a:gd name="T14" fmla="*/ 233 w 261"/>
                                    <a:gd name="T15" fmla="*/ 24 h 56"/>
                                    <a:gd name="T16" fmla="*/ 261 w 261"/>
                                    <a:gd name="T17" fmla="*/ 56 h 56"/>
                                    <a:gd name="T18" fmla="*/ 0 w 261"/>
                                    <a:gd name="T19"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1" h="56">
                                      <a:moveTo>
                                        <a:pt x="0" y="56"/>
                                      </a:moveTo>
                                      <a:lnTo>
                                        <a:pt x="32" y="24"/>
                                      </a:lnTo>
                                      <a:lnTo>
                                        <a:pt x="72" y="3"/>
                                      </a:lnTo>
                                      <a:lnTo>
                                        <a:pt x="115" y="22"/>
                                      </a:lnTo>
                                      <a:lnTo>
                                        <a:pt x="136" y="0"/>
                                      </a:lnTo>
                                      <a:lnTo>
                                        <a:pt x="172" y="15"/>
                                      </a:lnTo>
                                      <a:lnTo>
                                        <a:pt x="197" y="8"/>
                                      </a:lnTo>
                                      <a:lnTo>
                                        <a:pt x="233" y="24"/>
                                      </a:lnTo>
                                      <a:lnTo>
                                        <a:pt x="261" y="56"/>
                                      </a:lnTo>
                                      <a:lnTo>
                                        <a:pt x="0"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66B6FA" id="Group 541" o:spid="_x0000_s1026" style="position:absolute;margin-left:212.5pt;margin-top:1.9pt;width:15.35pt;height:6.85pt;z-index:251657216" coordorigin="6904,11891"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">
                      <v:line id="Line 542" o:spid="_x0000_s1027" style="position:absolute;visibility:visible;mso-wrap-style:square" from="6904,11891" to="7211,1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"/>
                      <v:line id="Line 543" o:spid="_x0000_s1028" style="position:absolute;visibility:visible;mso-wrap-style:square" from="6904,12028" to="7211,12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shape id="Freeform 544" o:spid="_x0000_s1029" style="position:absolute;left:6923;top:11897;width:264;height:48;visibility:visible;mso-wrap-style:square;v-text-anchor:top" coordsize="2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" path="m,l39,31r38,3l109,48,133,31r36,10l212,41r29,-8l264,,,xe" fillcolor="black" stroked="f">
                        <v:path arrowok="t" o:connecttype="custom" o:connectlocs="0,0;39,31;77,34;109,48;133,31;169,41;212,41;241,33;264,0;0,0" o:connectangles="0,0,0,0,0,0,0,0,0,0"/>
                      </v:shape>
                      <v:shape id="Freeform 545" o:spid="_x0000_s1030" style="position:absolute;left:6926;top:11966;width:261;height:56;visibility:visible;mso-wrap-style:square;v-text-anchor:top" coordsize="2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" path="m,56l32,24,72,3r43,19l136,r36,15l197,8r36,16l261,56,,56xe" fillcolor="black" stroked="f">
                        <v:path arrowok="t" o:connecttype="custom" o:connectlocs="0,56;32,24;72,3;115,22;136,0;172,15;197,8;233,24;261,56;0,56" o:connectangles="0,0,0,0,0,0,0,0,0,0"/>
                      </v:shape>
                    </v:group>
                  </w:pict>
                </mc:Fallback>
              </mc:AlternateContent>
            </w:r>
            <w:r w:rsidRPr="005A7201">
              <w:rPr>
                <w:rFonts w:ascii="Arial" w:hAnsi="Arial" w:cs="Arial"/>
                <w:noProof/>
                <w:color w:val="808080"/>
                <w:sz w:val="16"/>
                <w:szCs w:val="16"/>
                <w:lang w:val="en-GB" w:eastAsia="en-GB"/>
              </w:rPr>
              <mc:AlternateContent>
                <mc:Choice Requires="wpg">
                  <w:drawing>
                    <wp:anchor distT="0" distB="0" distL="114300" distR="114300" simplePos="0" relativeHeight="251656192" behindDoc="0" locked="0" layoutInCell="1" allowOverlap="1">
                      <wp:simplePos x="0" y="0"/>
                      <wp:positionH relativeFrom="column">
                        <wp:posOffset>2007870</wp:posOffset>
                      </wp:positionH>
                      <wp:positionV relativeFrom="paragraph">
                        <wp:posOffset>22860</wp:posOffset>
                      </wp:positionV>
                      <wp:extent cx="194945" cy="85725"/>
                      <wp:effectExtent l="41275" t="5715" r="40005" b="13335"/>
                      <wp:wrapNone/>
                      <wp:docPr id="3" name="Group 5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5725"/>
                                <a:chOff x="5784" y="11903"/>
                                <a:chExt cx="307" cy="135"/>
                              </a:xfrm>
                            </wpg:grpSpPr>
                            <wps:wsp>
                              <wps:cNvPr id="62" name="Line 538"/>
                              <wps:cNvCnPr>
                                <a:cxnSpLocks noChangeShapeType="1"/>
                              </wps:cNvCnPr>
                              <wps:spPr bwMode="auto">
                                <a:xfrm>
                                  <a:off x="5785" y="11971"/>
                                  <a:ext cx="306" cy="0"/>
                                </a:xfrm>
                                <a:prstGeom prst="line">
                                  <a:avLst/>
                                </a:prstGeom>
                                <a:noFill/>
                                <a:ln w="76200">
                                  <a:solidFill>
                                    <a:srgbClr val="FF0000"/>
                                  </a:solidFill>
                                  <a:round/>
                                  <a:headEnd/>
                                  <a:tailEnd/>
                                </a:ln>
                                <a:extLst>
                                  <a:ext uri="{909E8E84-426E-40DD-AFC4-6F175D3DCCD1}">
                                    <a14:hiddenFill xmlns:a14="http://schemas.microsoft.com/office/drawing/2010/main">
                                      <a:noFill/>
                                    </a14:hiddenFill>
                                  </a:ext>
                                </a:extLst>
                              </wps:spPr>
                              <wps:bodyPr/>
                            </wps:wsp>
                            <wps:wsp>
                              <wps:cNvPr id="63" name="Line 539"/>
                              <wps:cNvCnPr>
                                <a:cxnSpLocks noChangeShapeType="1"/>
                              </wps:cNvCnPr>
                              <wps:spPr bwMode="auto">
                                <a:xfrm>
                                  <a:off x="5784" y="1190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540"/>
                              <wps:cNvCnPr>
                                <a:cxnSpLocks noChangeShapeType="1"/>
                              </wps:cNvCnPr>
                              <wps:spPr bwMode="auto">
                                <a:xfrm>
                                  <a:off x="5784" y="1203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3705C20" id="Group 537" o:spid="_x0000_s1026" style="position:absolute;margin-left:158.1pt;margin-top:1.8pt;width:15.35pt;height:6.75pt;z-index:251656192" coordorigin="5784,11903" coordsize="307,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">
                      <v:line id="Line 538" o:spid="_x0000_s1027" style="position:absolute;visibility:visible;mso-wrap-style:square" from="5785,11971" to="6091,11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" strokecolor="red" strokeweight="6pt"/>
                      <v:line id="Line 539" o:spid="_x0000_s1028" style="position:absolute;visibility:visible;mso-wrap-style:square" from="5784,11903" to="6091,11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line id="Line 540" o:spid="_x0000_s1029" style="position:absolute;visibility:visible;mso-wrap-style:square" from="5784,12038" to="6091,12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group>
                  </w:pict>
                </mc:Fallback>
              </mc:AlternateContent>
            </w:r>
            <w:r w:rsidRPr="005A7201">
              <w:rPr>
                <w:rFonts w:ascii="Arial" w:hAnsi="Arial" w:cs="Arial"/>
                <w:noProof/>
                <w:color w:val="808080"/>
                <w:sz w:val="16"/>
                <w:szCs w:val="16"/>
                <w:lang w:val="en-GB" w:eastAsia="en-GB"/>
              </w:rPr>
              <mc:AlternateContent>
                <mc:Choice Requires="wps">
                  <w:drawing>
                    <wp:anchor distT="0" distB="0" distL="114300" distR="114300" simplePos="0" relativeHeight="251654144" behindDoc="0" locked="0" layoutInCell="1" allowOverlap="1">
                      <wp:simplePos x="0" y="0"/>
                      <wp:positionH relativeFrom="column">
                        <wp:posOffset>781685</wp:posOffset>
                      </wp:positionH>
                      <wp:positionV relativeFrom="paragraph">
                        <wp:posOffset>62230</wp:posOffset>
                      </wp:positionV>
                      <wp:extent cx="194310" cy="0"/>
                      <wp:effectExtent l="43815" t="45085" r="38100" b="40640"/>
                      <wp:wrapNone/>
                      <wp:docPr id="2" name="Line 5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0"/>
                              </a:xfrm>
                              <a:prstGeom prst="line">
                                <a:avLst/>
                              </a:prstGeom>
                              <a:noFill/>
                              <a:ln w="762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B4153" id="Line 53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5pt,4.9pt" to="76.8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" strokecolor="navy" strokeweight="6pt"/>
                  </w:pict>
                </mc:Fallback>
              </mc:AlternateContent>
            </w:r>
            <w:r w:rsidR="00E00E93" w:rsidRPr="005A7201">
              <w:rPr>
                <w:rFonts w:ascii="Arial" w:hAnsi="Arial" w:cs="Arial"/>
                <w:color w:val="808080"/>
                <w:sz w:val="16"/>
                <w:szCs w:val="16"/>
              </w:rPr>
              <w:t>Normal Deep              Normal Superficial              Reflux              Chronic Thrombus              Acute Thrombus</w:t>
            </w:r>
          </w:p>
        </w:tc>
      </w:tr>
      <w:tr w:rsidR="00E00E93" w:rsidRPr="005A7201" w:rsidTr="005A7201">
        <w:tc>
          <w:tcPr>
            <w:tcW w:w="1885" w:type="dxa"/>
            <w:gridSpan w:val="2"/>
            <w:shd w:val="clear" w:color="auto" w:fill="auto"/>
            <w:tcMar>
              <w:top w:w="28" w:type="dxa"/>
              <w:left w:w="57" w:type="dxa"/>
              <w:bottom w:w="28" w:type="dxa"/>
              <w:right w:w="57" w:type="dxa"/>
            </w:tcMar>
          </w:tcPr>
          <w:p w:rsidR="00E00E93" w:rsidRPr="005A7201" w:rsidRDefault="00E00E93" w:rsidP="005A7201">
            <w:pPr>
              <w:tabs>
                <w:tab w:val="left" w:pos="2127"/>
              </w:tabs>
              <w:rPr>
                <w:rFonts w:ascii="Arial" w:hAnsi="Arial" w:cs="Arial"/>
                <w:color w:val="808080"/>
                <w:sz w:val="18"/>
                <w:szCs w:val="18"/>
              </w:rPr>
            </w:pPr>
            <w:r w:rsidRPr="005A7201">
              <w:rPr>
                <w:rFonts w:ascii="Arial" w:hAnsi="Arial" w:cs="Arial"/>
                <w:bCs/>
                <w:color w:val="808080"/>
                <w:sz w:val="18"/>
                <w:szCs w:val="18"/>
              </w:rPr>
              <w:t>Deep Veins:</w:t>
            </w:r>
          </w:p>
        </w:tc>
        <w:tc>
          <w:tcPr>
            <w:tcW w:w="7868" w:type="dxa"/>
            <w:shd w:val="clear" w:color="auto" w:fill="auto"/>
            <w:tcMar>
              <w:top w:w="28" w:type="dxa"/>
              <w:left w:w="57" w:type="dxa"/>
              <w:bottom w:w="28" w:type="dxa"/>
              <w:right w:w="57" w:type="dxa"/>
            </w:tcMar>
            <w:vAlign w:val="center"/>
          </w:tcPr>
          <w:p w:rsidR="00E00E93" w:rsidRPr="005A7201" w:rsidRDefault="00670343" w:rsidP="005A7201">
            <w:pPr>
              <w:tabs>
                <w:tab w:val="left" w:pos="2382"/>
              </w:tabs>
              <w:rPr>
                <w:rFonts w:ascii="Arial" w:hAnsi="Arial"/>
                <w:bCs/>
                <w:sz w:val="18"/>
                <w:szCs w:val="18"/>
              </w:rPr>
            </w:pPr>
            <w:r>
              <w:rPr>
                <w:rFonts w:ascii="Arial" w:hAnsi="Arial" w:cs="Arial"/>
                <w:sz w:val="18"/>
                <w:szCs w:val="20"/>
              </w:rPr>
              <w:t>Patent. Incompetent CFV and SFV. There is post thrombotic scarring in the CFV.</w:t>
            </w:r>
          </w:p>
        </w:tc>
      </w:tr>
      <w:tr w:rsidR="00E00E93" w:rsidRPr="005A7201" w:rsidTr="005A7201">
        <w:tc>
          <w:tcPr>
            <w:tcW w:w="1885" w:type="dxa"/>
            <w:gridSpan w:val="2"/>
            <w:shd w:val="clear" w:color="auto" w:fill="auto"/>
            <w:tcMar>
              <w:top w:w="28" w:type="dxa"/>
              <w:left w:w="57" w:type="dxa"/>
              <w:bottom w:w="28" w:type="dxa"/>
              <w:right w:w="57" w:type="dxa"/>
            </w:tcMar>
          </w:tcPr>
          <w:p w:rsidR="00E00E93" w:rsidRPr="005A7201" w:rsidRDefault="00E00E93" w:rsidP="005A7201">
            <w:pPr>
              <w:tabs>
                <w:tab w:val="left" w:pos="2127"/>
              </w:tabs>
              <w:rPr>
                <w:rFonts w:ascii="Arial" w:hAnsi="Arial" w:cs="Arial"/>
                <w:bCs/>
                <w:color w:val="808080"/>
                <w:sz w:val="18"/>
                <w:szCs w:val="18"/>
              </w:rPr>
            </w:pPr>
            <w:r w:rsidRPr="005A7201">
              <w:rPr>
                <w:rFonts w:ascii="Arial" w:hAnsi="Arial" w:cs="Arial"/>
                <w:color w:val="808080"/>
                <w:sz w:val="18"/>
                <w:szCs w:val="18"/>
              </w:rPr>
              <w:t>Superficial Veins:</w:t>
            </w:r>
          </w:p>
        </w:tc>
        <w:tc>
          <w:tcPr>
            <w:tcW w:w="7868" w:type="dxa"/>
            <w:shd w:val="clear" w:color="auto" w:fill="auto"/>
            <w:tcMar>
              <w:top w:w="28" w:type="dxa"/>
              <w:left w:w="57" w:type="dxa"/>
              <w:bottom w:w="28" w:type="dxa"/>
              <w:right w:w="57" w:type="dxa"/>
            </w:tcMar>
            <w:vAlign w:val="center"/>
          </w:tcPr>
          <w:p w:rsidR="00E00E93" w:rsidRPr="005A7201" w:rsidRDefault="00670343" w:rsidP="00670343">
            <w:pPr>
              <w:tabs>
                <w:tab w:val="left" w:pos="2382"/>
              </w:tabs>
              <w:rPr>
                <w:rFonts w:ascii="Arial" w:hAnsi="Arial" w:cs="Arial"/>
                <w:sz w:val="18"/>
                <w:szCs w:val="20"/>
              </w:rPr>
            </w:pPr>
            <w:r>
              <w:rPr>
                <w:rFonts w:ascii="Arial" w:hAnsi="Arial" w:cs="Arial"/>
                <w:sz w:val="18"/>
                <w:szCs w:val="20"/>
              </w:rPr>
              <w:t>Patent. The SFJ is incompetent. The LSV has segmental incompetence throughout the thigh where it is small in diameter throughout (2.3mm). The SSV is small in diameter and competent throughout its length.</w:t>
            </w:r>
          </w:p>
        </w:tc>
      </w:tr>
      <w:tr w:rsidR="00E00E93" w:rsidRPr="005A7201" w:rsidTr="005A7201">
        <w:tc>
          <w:tcPr>
            <w:tcW w:w="1885" w:type="dxa"/>
            <w:gridSpan w:val="2"/>
            <w:shd w:val="clear" w:color="auto" w:fill="auto"/>
            <w:tcMar>
              <w:top w:w="28" w:type="dxa"/>
              <w:left w:w="57" w:type="dxa"/>
              <w:bottom w:w="28" w:type="dxa"/>
              <w:right w:w="57" w:type="dxa"/>
            </w:tcMar>
          </w:tcPr>
          <w:p w:rsidR="00E00E93" w:rsidRPr="005A7201" w:rsidRDefault="00E00E93" w:rsidP="005A7201">
            <w:pPr>
              <w:tabs>
                <w:tab w:val="left" w:pos="2127"/>
              </w:tabs>
              <w:rPr>
                <w:rFonts w:ascii="Arial" w:hAnsi="Arial" w:cs="Arial"/>
                <w:color w:val="808080"/>
                <w:sz w:val="18"/>
                <w:szCs w:val="18"/>
              </w:rPr>
            </w:pPr>
            <w:r w:rsidRPr="005A7201">
              <w:rPr>
                <w:rFonts w:ascii="Arial" w:hAnsi="Arial" w:cs="Arial"/>
                <w:color w:val="808080"/>
                <w:sz w:val="18"/>
                <w:szCs w:val="18"/>
              </w:rPr>
              <w:t>Perforators:</w:t>
            </w:r>
          </w:p>
        </w:tc>
        <w:tc>
          <w:tcPr>
            <w:tcW w:w="7868" w:type="dxa"/>
            <w:shd w:val="clear" w:color="auto" w:fill="auto"/>
            <w:tcMar>
              <w:top w:w="28" w:type="dxa"/>
              <w:left w:w="57" w:type="dxa"/>
              <w:bottom w:w="28" w:type="dxa"/>
              <w:right w:w="57" w:type="dxa"/>
            </w:tcMar>
          </w:tcPr>
          <w:p w:rsidR="00E00E93" w:rsidRPr="005A7201" w:rsidRDefault="00670343" w:rsidP="005A7201">
            <w:pPr>
              <w:tabs>
                <w:tab w:val="left" w:pos="271"/>
                <w:tab w:val="left" w:pos="2382"/>
              </w:tabs>
              <w:rPr>
                <w:rFonts w:ascii="Arial" w:hAnsi="Arial" w:cs="Arial"/>
                <w:sz w:val="18"/>
                <w:szCs w:val="20"/>
              </w:rPr>
            </w:pPr>
            <w:r>
              <w:rPr>
                <w:rFonts w:ascii="Arial" w:hAnsi="Arial" w:cs="Arial"/>
                <w:sz w:val="18"/>
                <w:szCs w:val="20"/>
              </w:rPr>
              <w:t>No incompetent perforators seen.</w:t>
            </w:r>
          </w:p>
          <w:p w:rsidR="00E00E93" w:rsidRPr="005A7201" w:rsidRDefault="00E00E93" w:rsidP="005A7201">
            <w:pPr>
              <w:tabs>
                <w:tab w:val="left" w:pos="2382"/>
              </w:tabs>
              <w:rPr>
                <w:rFonts w:ascii="Arial" w:hAnsi="Arial"/>
                <w:bCs/>
                <w:sz w:val="18"/>
                <w:szCs w:val="18"/>
              </w:rPr>
            </w:pPr>
          </w:p>
        </w:tc>
      </w:tr>
      <w:tr w:rsidR="00E00E93" w:rsidRPr="005A7201" w:rsidTr="005A7201">
        <w:tc>
          <w:tcPr>
            <w:tcW w:w="1885" w:type="dxa"/>
            <w:gridSpan w:val="2"/>
            <w:shd w:val="clear" w:color="auto" w:fill="auto"/>
            <w:tcMar>
              <w:top w:w="28" w:type="dxa"/>
              <w:left w:w="57" w:type="dxa"/>
              <w:bottom w:w="28" w:type="dxa"/>
              <w:right w:w="57" w:type="dxa"/>
            </w:tcMar>
          </w:tcPr>
          <w:p w:rsidR="00E00E93" w:rsidRPr="005A7201" w:rsidRDefault="00E00E93" w:rsidP="005A7201">
            <w:pPr>
              <w:tabs>
                <w:tab w:val="left" w:pos="2127"/>
              </w:tabs>
              <w:rPr>
                <w:rFonts w:ascii="Arial" w:hAnsi="Arial" w:cs="Arial"/>
                <w:bCs/>
                <w:color w:val="808080"/>
                <w:sz w:val="18"/>
                <w:szCs w:val="18"/>
              </w:rPr>
            </w:pPr>
            <w:r w:rsidRPr="005A7201">
              <w:rPr>
                <w:rFonts w:ascii="Arial" w:hAnsi="Arial" w:cs="Arial"/>
                <w:color w:val="808080"/>
                <w:sz w:val="18"/>
                <w:szCs w:val="18"/>
              </w:rPr>
              <w:t>Other Comments:</w:t>
            </w:r>
          </w:p>
        </w:tc>
        <w:tc>
          <w:tcPr>
            <w:tcW w:w="7868" w:type="dxa"/>
            <w:shd w:val="clear" w:color="auto" w:fill="auto"/>
            <w:tcMar>
              <w:top w:w="28" w:type="dxa"/>
              <w:left w:w="57" w:type="dxa"/>
              <w:bottom w:w="28" w:type="dxa"/>
              <w:right w:w="57" w:type="dxa"/>
            </w:tcMar>
            <w:vAlign w:val="center"/>
          </w:tcPr>
          <w:p w:rsidR="00E00E93" w:rsidRPr="005A7201" w:rsidRDefault="00670343" w:rsidP="005A7201">
            <w:pPr>
              <w:tabs>
                <w:tab w:val="left" w:pos="2382"/>
              </w:tabs>
              <w:rPr>
                <w:rFonts w:ascii="Arial" w:hAnsi="Arial" w:cs="Arial"/>
                <w:sz w:val="18"/>
                <w:szCs w:val="20"/>
              </w:rPr>
            </w:pPr>
            <w:r>
              <w:rPr>
                <w:rFonts w:ascii="Arial" w:hAnsi="Arial" w:cs="Arial"/>
                <w:sz w:val="18"/>
                <w:szCs w:val="20"/>
              </w:rPr>
              <w:t xml:space="preserve">Exercise ABPI performed and reported in full separately. </w:t>
            </w:r>
          </w:p>
        </w:tc>
      </w:tr>
      <w:tr w:rsidR="00E00E93" w:rsidRPr="005A7201" w:rsidTr="005A7201">
        <w:tc>
          <w:tcPr>
            <w:tcW w:w="1885" w:type="dxa"/>
            <w:gridSpan w:val="2"/>
            <w:shd w:val="clear" w:color="auto" w:fill="auto"/>
            <w:tcMar>
              <w:top w:w="28" w:type="dxa"/>
              <w:left w:w="57" w:type="dxa"/>
              <w:bottom w:w="28" w:type="dxa"/>
              <w:right w:w="57" w:type="dxa"/>
            </w:tcMar>
          </w:tcPr>
          <w:p w:rsidR="00E00E93" w:rsidRPr="005A7201" w:rsidRDefault="00E00E93" w:rsidP="005A7201">
            <w:pPr>
              <w:tabs>
                <w:tab w:val="left" w:pos="2127"/>
              </w:tabs>
              <w:rPr>
                <w:rFonts w:ascii="Arial" w:hAnsi="Arial" w:cs="Arial"/>
                <w:color w:val="808080"/>
                <w:sz w:val="18"/>
                <w:szCs w:val="18"/>
              </w:rPr>
            </w:pPr>
          </w:p>
        </w:tc>
        <w:tc>
          <w:tcPr>
            <w:tcW w:w="7868" w:type="dxa"/>
            <w:shd w:val="clear" w:color="auto" w:fill="auto"/>
            <w:tcMar>
              <w:top w:w="28" w:type="dxa"/>
              <w:left w:w="57" w:type="dxa"/>
              <w:bottom w:w="28" w:type="dxa"/>
              <w:right w:w="57" w:type="dxa"/>
            </w:tcMar>
          </w:tcPr>
          <w:p w:rsidR="00E00E93" w:rsidRPr="005A7201" w:rsidRDefault="00E00E93" w:rsidP="005A7201">
            <w:pPr>
              <w:tabs>
                <w:tab w:val="left" w:pos="2382"/>
              </w:tabs>
              <w:rPr>
                <w:rFonts w:ascii="Arial" w:hAnsi="Arial"/>
                <w:bCs/>
                <w:sz w:val="18"/>
                <w:szCs w:val="18"/>
              </w:rPr>
            </w:pPr>
          </w:p>
        </w:tc>
      </w:tr>
      <w:tr w:rsidR="00E00E93" w:rsidRPr="005A7201" w:rsidTr="005A7201">
        <w:tc>
          <w:tcPr>
            <w:tcW w:w="1885" w:type="dxa"/>
            <w:gridSpan w:val="2"/>
            <w:shd w:val="clear" w:color="auto" w:fill="E6E6E6"/>
            <w:tcMar>
              <w:top w:w="28" w:type="dxa"/>
              <w:left w:w="57" w:type="dxa"/>
              <w:bottom w:w="28" w:type="dxa"/>
              <w:right w:w="57" w:type="dxa"/>
            </w:tcMar>
          </w:tcPr>
          <w:p w:rsidR="00E00E93" w:rsidRPr="005A7201" w:rsidRDefault="00E00E93" w:rsidP="005A7201">
            <w:pPr>
              <w:tabs>
                <w:tab w:val="left" w:pos="2127"/>
              </w:tabs>
              <w:rPr>
                <w:rFonts w:ascii="Arial" w:hAnsi="Arial" w:cs="Arial"/>
                <w:color w:val="808080"/>
                <w:sz w:val="18"/>
                <w:szCs w:val="18"/>
              </w:rPr>
            </w:pPr>
            <w:r w:rsidRPr="005A7201">
              <w:rPr>
                <w:rFonts w:ascii="Arial" w:hAnsi="Arial"/>
                <w:color w:val="808080"/>
                <w:sz w:val="18"/>
                <w:szCs w:val="18"/>
              </w:rPr>
              <w:t>Scanned by:</w:t>
            </w:r>
            <w:r w:rsidRPr="005A7201">
              <w:rPr>
                <w:rFonts w:ascii="Arial" w:hAnsi="Arial"/>
                <w:sz w:val="18"/>
                <w:szCs w:val="18"/>
              </w:rPr>
              <w:tab/>
            </w:r>
          </w:p>
        </w:tc>
        <w:tc>
          <w:tcPr>
            <w:tcW w:w="7868" w:type="dxa"/>
            <w:shd w:val="clear" w:color="auto" w:fill="E6E6E6"/>
            <w:tcMar>
              <w:top w:w="28" w:type="dxa"/>
              <w:left w:w="57" w:type="dxa"/>
              <w:bottom w:w="28" w:type="dxa"/>
              <w:right w:w="57" w:type="dxa"/>
            </w:tcMar>
          </w:tcPr>
          <w:p w:rsidR="00E00E93" w:rsidRPr="005A7201" w:rsidRDefault="00247569" w:rsidP="005A7201">
            <w:pPr>
              <w:tabs>
                <w:tab w:val="left" w:pos="2382"/>
              </w:tabs>
              <w:rPr>
                <w:rFonts w:ascii="Arial" w:hAnsi="Arial"/>
                <w:b/>
                <w:bCs/>
                <w:sz w:val="18"/>
                <w:szCs w:val="18"/>
              </w:rPr>
            </w:pPr>
            <w:r>
              <w:rPr>
                <w:rFonts w:ascii="Arial" w:hAnsi="Arial" w:cs="Arial"/>
                <w:sz w:val="18"/>
                <w:szCs w:val="18"/>
              </w:rPr>
              <w:t xml:space="preserve">Robert James - Clinical Vascular Scientist </w:t>
            </w:r>
          </w:p>
        </w:tc>
      </w:tr>
    </w:tbl>
    <w:p w:rsidR="00694581" w:rsidRPr="00BA78AE" w:rsidRDefault="00694581" w:rsidP="00022CCA">
      <w:pPr>
        <w:rPr>
          <w:rFonts w:ascii="Arial" w:hAnsi="Arial" w:cs="Arial"/>
          <w:sz w:val="18"/>
          <w:szCs w:val="18"/>
        </w:rPr>
      </w:pPr>
    </w:p>
    <w:sectPr w:rsidR="00694581" w:rsidRPr="00BA78AE" w:rsidSect="00E00E93">
      <w:headerReference w:type="default" r:id="rId7"/>
      <w:footerReference w:type="default" r:id="rId8"/>
      <w:pgSz w:w="11907" w:h="16840" w:code="9"/>
      <w:pgMar w:top="1134" w:right="1134" w:bottom="1134"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7569" w:rsidRDefault="00247569">
      <w:r>
        <w:separator/>
      </w:r>
    </w:p>
  </w:endnote>
  <w:endnote w:type="continuationSeparator" w:id="0">
    <w:p w:rsidR="00247569" w:rsidRDefault="00247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4E5A" w:rsidRPr="002B49C7" w:rsidRDefault="00E84E5A" w:rsidP="002B49C7">
    <w:pPr>
      <w:pStyle w:val="Footer"/>
      <w:jc w:val="right"/>
      <w:rPr>
        <w:color w:val="3366FF"/>
        <w:sz w:val="16"/>
        <w:szCs w:val="16"/>
      </w:rPr>
    </w:pPr>
    <w:proofErr w:type="gramStart"/>
    <w:r w:rsidRPr="00C20D96">
      <w:rPr>
        <w:rStyle w:val="PageNumber"/>
        <w:rFonts w:ascii="Arial" w:hAnsi="Arial" w:cs="Arial"/>
        <w:color w:val="3366FF"/>
        <w:sz w:val="16"/>
        <w:szCs w:val="16"/>
      </w:rPr>
      <w:t>Genesis</w:t>
    </w:r>
    <w:r w:rsidRPr="00C20D96">
      <w:rPr>
        <w:rStyle w:val="PageNumber"/>
        <w:rFonts w:ascii="Arial" w:hAnsi="Arial" w:cs="Arial"/>
        <w:b/>
        <w:i/>
        <w:color w:val="999999"/>
        <w:sz w:val="16"/>
        <w:szCs w:val="16"/>
        <w:vertAlign w:val="superscript"/>
      </w:rPr>
      <w:t>2</w:t>
    </w:r>
    <w:r w:rsidRPr="00C20D96">
      <w:rPr>
        <w:rStyle w:val="PageNumber"/>
        <w:rFonts w:ascii="Arial" w:hAnsi="Arial" w:cs="Arial"/>
        <w:b/>
        <w:i/>
        <w:color w:val="333333"/>
        <w:sz w:val="16"/>
        <w:szCs w:val="16"/>
      </w:rPr>
      <w:t xml:space="preserve"> </w:t>
    </w:r>
    <w:r w:rsidRPr="00C20D96">
      <w:rPr>
        <w:rStyle w:val="PageNumber"/>
        <w:rFonts w:ascii="Arial" w:hAnsi="Arial" w:cs="Arial"/>
        <w:color w:val="3366FF"/>
        <w:sz w:val="16"/>
        <w:szCs w:val="16"/>
      </w:rPr>
      <w:t xml:space="preserve"> </w:t>
    </w:r>
    <w:r>
      <w:rPr>
        <w:rStyle w:val="PageNumber"/>
        <w:rFonts w:ascii="Arial" w:hAnsi="Arial" w:cs="Arial"/>
        <w:color w:val="C0C0C0"/>
        <w:sz w:val="16"/>
        <w:szCs w:val="16"/>
      </w:rPr>
      <w:t>vascular</w:t>
    </w:r>
    <w:proofErr w:type="gramEnd"/>
    <w:r>
      <w:rPr>
        <w:rStyle w:val="PageNumber"/>
        <w:rFonts w:ascii="Arial" w:hAnsi="Arial" w:cs="Arial"/>
        <w:color w:val="C0C0C0"/>
        <w:sz w:val="16"/>
        <w:szCs w:val="16"/>
      </w:rPr>
      <w:t xml:space="preserve"> reporting system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7569" w:rsidRDefault="00247569">
      <w:r>
        <w:separator/>
      </w:r>
    </w:p>
  </w:footnote>
  <w:footnote w:type="continuationSeparator" w:id="0">
    <w:p w:rsidR="00247569" w:rsidRDefault="002475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0E93" w:rsidRDefault="00670343">
    <w:pPr>
      <w:pStyle w:val="Header"/>
    </w:pPr>
    <w:r>
      <w:rPr>
        <w:noProof/>
        <w:lang w:val="en-GB" w:eastAsia="en-GB"/>
      </w:rPr>
      <w:drawing>
        <wp:anchor distT="0" distB="0" distL="114300" distR="114300" simplePos="0" relativeHeight="251657728" behindDoc="0" locked="0" layoutInCell="1" allowOverlap="1">
          <wp:simplePos x="0" y="0"/>
          <wp:positionH relativeFrom="column">
            <wp:posOffset>4766310</wp:posOffset>
          </wp:positionH>
          <wp:positionV relativeFrom="paragraph">
            <wp:posOffset>-59690</wp:posOffset>
          </wp:positionV>
          <wp:extent cx="1452880" cy="570230"/>
          <wp:effectExtent l="0" t="0" r="0" b="0"/>
          <wp:wrapNone/>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8C6937"/>
    <w:multiLevelType w:val="multilevel"/>
    <w:tmpl w:val="8EEA51C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F08582D"/>
    <w:multiLevelType w:val="hybridMultilevel"/>
    <w:tmpl w:val="D83280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D046493"/>
    <w:multiLevelType w:val="multilevel"/>
    <w:tmpl w:val="BA3E76A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D370A6C"/>
    <w:multiLevelType w:val="multilevel"/>
    <w:tmpl w:val="4238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39B75136"/>
    <w:multiLevelType w:val="hybridMultilevel"/>
    <w:tmpl w:val="5844A532"/>
    <w:lvl w:ilvl="0" w:tplc="5E100744">
      <w:start w:val="1"/>
      <w:numFmt w:val="decimal"/>
      <w:lvlText w:val="%1)"/>
      <w:lvlJc w:val="left"/>
      <w:pPr>
        <w:tabs>
          <w:tab w:val="num" w:pos="36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7AF3E20"/>
    <w:multiLevelType w:val="hybridMultilevel"/>
    <w:tmpl w:val="16D681E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D2834E6"/>
    <w:multiLevelType w:val="hybridMultilevel"/>
    <w:tmpl w:val="12AA6152"/>
    <w:lvl w:ilvl="0" w:tplc="E4AADF9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8BA00C9"/>
    <w:multiLevelType w:val="hybridMultilevel"/>
    <w:tmpl w:val="4D4494D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012D20"/>
    <w:multiLevelType w:val="hybridMultilevel"/>
    <w:tmpl w:val="A9328BF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8"/>
  </w:num>
  <w:num w:numId="4">
    <w:abstractNumId w:val="1"/>
  </w:num>
  <w:num w:numId="5">
    <w:abstractNumId w:val="4"/>
  </w:num>
  <w:num w:numId="6">
    <w:abstractNumId w:val="2"/>
  </w:num>
  <w:num w:numId="7">
    <w:abstractNumId w:val="5"/>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1"/>
  <w:drawingGridVerticalSpacing w:val="181"/>
  <w:characterSpacingControl w:val="doNotCompress"/>
  <w:hdrShapeDefaults>
    <o:shapedefaults v:ext="edit" spidmax="4097">
      <o:colormru v:ext="edit" colors="#ddd"/>
      <o:colormenu v:ext="edit" fillcolor="none [3213]" strokecolor="none [3213]"/>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569"/>
    <w:rsid w:val="00000AF9"/>
    <w:rsid w:val="00022CCA"/>
    <w:rsid w:val="00033741"/>
    <w:rsid w:val="000512C4"/>
    <w:rsid w:val="000537B7"/>
    <w:rsid w:val="00066D7F"/>
    <w:rsid w:val="00076699"/>
    <w:rsid w:val="00082FF5"/>
    <w:rsid w:val="000A3239"/>
    <w:rsid w:val="00116388"/>
    <w:rsid w:val="00117FF6"/>
    <w:rsid w:val="00130125"/>
    <w:rsid w:val="00130D4E"/>
    <w:rsid w:val="001310C1"/>
    <w:rsid w:val="0014568D"/>
    <w:rsid w:val="001553FF"/>
    <w:rsid w:val="00163682"/>
    <w:rsid w:val="001725EE"/>
    <w:rsid w:val="00185DE1"/>
    <w:rsid w:val="001C1F8A"/>
    <w:rsid w:val="001E5B1A"/>
    <w:rsid w:val="0020028B"/>
    <w:rsid w:val="002027E7"/>
    <w:rsid w:val="0020510B"/>
    <w:rsid w:val="00216637"/>
    <w:rsid w:val="0023495B"/>
    <w:rsid w:val="00247569"/>
    <w:rsid w:val="002558E2"/>
    <w:rsid w:val="00255CDA"/>
    <w:rsid w:val="00267D9C"/>
    <w:rsid w:val="00276FE7"/>
    <w:rsid w:val="002845F4"/>
    <w:rsid w:val="002B49C7"/>
    <w:rsid w:val="002B6F2B"/>
    <w:rsid w:val="002C1599"/>
    <w:rsid w:val="002C2267"/>
    <w:rsid w:val="003238C7"/>
    <w:rsid w:val="003240BC"/>
    <w:rsid w:val="00324B94"/>
    <w:rsid w:val="00332965"/>
    <w:rsid w:val="003512C1"/>
    <w:rsid w:val="00354C39"/>
    <w:rsid w:val="0036205F"/>
    <w:rsid w:val="00392775"/>
    <w:rsid w:val="003A31C2"/>
    <w:rsid w:val="003B7DF9"/>
    <w:rsid w:val="003E54F9"/>
    <w:rsid w:val="003E7404"/>
    <w:rsid w:val="003F1AD1"/>
    <w:rsid w:val="003F5392"/>
    <w:rsid w:val="003F5661"/>
    <w:rsid w:val="00400424"/>
    <w:rsid w:val="00416596"/>
    <w:rsid w:val="0043201F"/>
    <w:rsid w:val="00442938"/>
    <w:rsid w:val="00443A11"/>
    <w:rsid w:val="00446D9E"/>
    <w:rsid w:val="004479C2"/>
    <w:rsid w:val="004515EA"/>
    <w:rsid w:val="00475D18"/>
    <w:rsid w:val="0048399F"/>
    <w:rsid w:val="004932D3"/>
    <w:rsid w:val="004C20BC"/>
    <w:rsid w:val="004C5B5F"/>
    <w:rsid w:val="004E4B01"/>
    <w:rsid w:val="004F189F"/>
    <w:rsid w:val="00504EFC"/>
    <w:rsid w:val="00525F8D"/>
    <w:rsid w:val="0053189C"/>
    <w:rsid w:val="00544866"/>
    <w:rsid w:val="0055661A"/>
    <w:rsid w:val="0056075B"/>
    <w:rsid w:val="00585A44"/>
    <w:rsid w:val="00597F94"/>
    <w:rsid w:val="005A6F99"/>
    <w:rsid w:val="005A7201"/>
    <w:rsid w:val="005C7FA3"/>
    <w:rsid w:val="005D01B5"/>
    <w:rsid w:val="005E0333"/>
    <w:rsid w:val="005E5BC0"/>
    <w:rsid w:val="005E7E7E"/>
    <w:rsid w:val="00600C4E"/>
    <w:rsid w:val="0060390C"/>
    <w:rsid w:val="006620F2"/>
    <w:rsid w:val="00670343"/>
    <w:rsid w:val="00687CAB"/>
    <w:rsid w:val="00694581"/>
    <w:rsid w:val="0069543E"/>
    <w:rsid w:val="006A200E"/>
    <w:rsid w:val="006D0E48"/>
    <w:rsid w:val="006D1279"/>
    <w:rsid w:val="006E345A"/>
    <w:rsid w:val="006F087C"/>
    <w:rsid w:val="00702068"/>
    <w:rsid w:val="0070537B"/>
    <w:rsid w:val="0073567D"/>
    <w:rsid w:val="0076078C"/>
    <w:rsid w:val="0077506E"/>
    <w:rsid w:val="00781E01"/>
    <w:rsid w:val="007835B4"/>
    <w:rsid w:val="00784424"/>
    <w:rsid w:val="007A4B56"/>
    <w:rsid w:val="007A7B01"/>
    <w:rsid w:val="007B10D3"/>
    <w:rsid w:val="007F38D0"/>
    <w:rsid w:val="00804400"/>
    <w:rsid w:val="00807788"/>
    <w:rsid w:val="008359E8"/>
    <w:rsid w:val="00845175"/>
    <w:rsid w:val="008527CA"/>
    <w:rsid w:val="00854DAA"/>
    <w:rsid w:val="00856009"/>
    <w:rsid w:val="00862088"/>
    <w:rsid w:val="008B29F7"/>
    <w:rsid w:val="008B5D7F"/>
    <w:rsid w:val="008D30DD"/>
    <w:rsid w:val="008D344E"/>
    <w:rsid w:val="008E59F6"/>
    <w:rsid w:val="008E7A32"/>
    <w:rsid w:val="008F3E04"/>
    <w:rsid w:val="009044AC"/>
    <w:rsid w:val="00911F56"/>
    <w:rsid w:val="00917E7D"/>
    <w:rsid w:val="00926B13"/>
    <w:rsid w:val="00940F61"/>
    <w:rsid w:val="009428D5"/>
    <w:rsid w:val="0094691B"/>
    <w:rsid w:val="00953FCE"/>
    <w:rsid w:val="00990400"/>
    <w:rsid w:val="009A34D2"/>
    <w:rsid w:val="009A5CA0"/>
    <w:rsid w:val="009C6954"/>
    <w:rsid w:val="009D3E82"/>
    <w:rsid w:val="009E3605"/>
    <w:rsid w:val="009F11EF"/>
    <w:rsid w:val="009F2F17"/>
    <w:rsid w:val="009F300B"/>
    <w:rsid w:val="009F6BCD"/>
    <w:rsid w:val="00A00D03"/>
    <w:rsid w:val="00A037DD"/>
    <w:rsid w:val="00A276BB"/>
    <w:rsid w:val="00A71D55"/>
    <w:rsid w:val="00A73E5F"/>
    <w:rsid w:val="00A7491A"/>
    <w:rsid w:val="00AA6449"/>
    <w:rsid w:val="00AA67B2"/>
    <w:rsid w:val="00AC1BA7"/>
    <w:rsid w:val="00AC6BF5"/>
    <w:rsid w:val="00AD3537"/>
    <w:rsid w:val="00AE28D5"/>
    <w:rsid w:val="00AE30A1"/>
    <w:rsid w:val="00AF27D7"/>
    <w:rsid w:val="00B12C5A"/>
    <w:rsid w:val="00B2166C"/>
    <w:rsid w:val="00B22B19"/>
    <w:rsid w:val="00B30BBD"/>
    <w:rsid w:val="00B43353"/>
    <w:rsid w:val="00B46ED4"/>
    <w:rsid w:val="00B55257"/>
    <w:rsid w:val="00B67AFA"/>
    <w:rsid w:val="00B71D18"/>
    <w:rsid w:val="00B8370B"/>
    <w:rsid w:val="00B874EE"/>
    <w:rsid w:val="00B900B7"/>
    <w:rsid w:val="00B97EE7"/>
    <w:rsid w:val="00BA78AE"/>
    <w:rsid w:val="00BC0585"/>
    <w:rsid w:val="00BE3AF9"/>
    <w:rsid w:val="00BF00A9"/>
    <w:rsid w:val="00C46C3E"/>
    <w:rsid w:val="00C47CD3"/>
    <w:rsid w:val="00C9350C"/>
    <w:rsid w:val="00CB0067"/>
    <w:rsid w:val="00CC6657"/>
    <w:rsid w:val="00CD145D"/>
    <w:rsid w:val="00CD7188"/>
    <w:rsid w:val="00D34D9F"/>
    <w:rsid w:val="00D36040"/>
    <w:rsid w:val="00D3679E"/>
    <w:rsid w:val="00D42CEC"/>
    <w:rsid w:val="00D45C83"/>
    <w:rsid w:val="00D605F8"/>
    <w:rsid w:val="00D8557F"/>
    <w:rsid w:val="00D857B8"/>
    <w:rsid w:val="00D90613"/>
    <w:rsid w:val="00DB39E1"/>
    <w:rsid w:val="00DC70DD"/>
    <w:rsid w:val="00DD0CD3"/>
    <w:rsid w:val="00DD13FB"/>
    <w:rsid w:val="00DD1904"/>
    <w:rsid w:val="00E00E93"/>
    <w:rsid w:val="00E071B6"/>
    <w:rsid w:val="00E21EED"/>
    <w:rsid w:val="00E2362B"/>
    <w:rsid w:val="00E24754"/>
    <w:rsid w:val="00E26EE4"/>
    <w:rsid w:val="00E30C09"/>
    <w:rsid w:val="00E41EB4"/>
    <w:rsid w:val="00E65A7C"/>
    <w:rsid w:val="00E70784"/>
    <w:rsid w:val="00E75EB3"/>
    <w:rsid w:val="00E84E5A"/>
    <w:rsid w:val="00E96ADB"/>
    <w:rsid w:val="00EA64AC"/>
    <w:rsid w:val="00EA6B33"/>
    <w:rsid w:val="00EE7FE8"/>
    <w:rsid w:val="00EF2007"/>
    <w:rsid w:val="00F16296"/>
    <w:rsid w:val="00F178B9"/>
    <w:rsid w:val="00F17A14"/>
    <w:rsid w:val="00F27890"/>
    <w:rsid w:val="00F55DE7"/>
    <w:rsid w:val="00F63C6E"/>
    <w:rsid w:val="00F75944"/>
    <w:rsid w:val="00FC3506"/>
    <w:rsid w:val="00FC3C1D"/>
    <w:rsid w:val="00FC5FD2"/>
    <w:rsid w:val="00FD5807"/>
    <w:rsid w:val="00FE0FBB"/>
    <w:rsid w:val="00FE12BE"/>
    <w:rsid w:val="00FE2E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
      <o:colormenu v:ext="edit" fillcolor="none [3213]" strokecolor="none [3213]"/>
    </o:shapedefaults>
    <o:shapelayout v:ext="edit">
      <o:idmap v:ext="edit" data="1"/>
    </o:shapelayout>
  </w:shapeDefaults>
  <w:decimalSymbol w:val="."/>
  <w:listSeparator w:val=","/>
  <w14:docId w14:val="7BCAE429"/>
  <w15:chartTrackingRefBased/>
  <w15:docId w15:val="{4C301739-5844-452D-B4AA-458608E81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B7DF9"/>
    <w:pPr>
      <w:tabs>
        <w:tab w:val="center" w:pos="4153"/>
        <w:tab w:val="right" w:pos="8306"/>
      </w:tabs>
    </w:pPr>
    <w:rPr>
      <w:lang w:val="en-NZ" w:eastAsia="en-NZ"/>
    </w:rPr>
  </w:style>
  <w:style w:type="paragraph" w:styleId="Footer">
    <w:name w:val="footer"/>
    <w:basedOn w:val="Normal"/>
    <w:rsid w:val="00784424"/>
    <w:pPr>
      <w:tabs>
        <w:tab w:val="center" w:pos="4320"/>
        <w:tab w:val="right" w:pos="8640"/>
      </w:tabs>
    </w:pPr>
  </w:style>
  <w:style w:type="character" w:styleId="PageNumber">
    <w:name w:val="page number"/>
    <w:basedOn w:val="DefaultParagraphFont"/>
    <w:rsid w:val="00784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611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pbh-tr.nhs.uk\Users\Home\jamesr2\Desktop\LEFT%20SIDE\Venous%20Lt%20CV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Venous Lt CVI</Template>
  <TotalTime>0</TotalTime>
  <Pages>1</Pages>
  <Words>136</Words>
  <Characters>939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Peterborough City Hospital</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Patient Report</dc:subject>
  <dc:creator>James, Robert</dc:creator>
  <cp:keywords/>
  <cp:lastModifiedBy>James, Robert</cp:lastModifiedBy>
  <cp:revision>2</cp:revision>
  <dcterms:created xsi:type="dcterms:W3CDTF">2020-08-07T09:31:00Z</dcterms:created>
  <dcterms:modified xsi:type="dcterms:W3CDTF">2020-08-07T09:31:00Z</dcterms:modified>
  <cp:category>Patient Report</cp:category>
</cp:coreProperties>
</file>